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29C" w:rsidRDefault="004A329C" w:rsidP="001824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Краснодарский край Мостовский район поселок Мостовской</w:t>
      </w:r>
    </w:p>
    <w:p w:rsidR="004A329C" w:rsidRPr="00D01A62" w:rsidRDefault="004A329C" w:rsidP="001824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01A6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Муниципальное  бюджетное общеобразовательное учреждение </w:t>
      </w:r>
    </w:p>
    <w:p w:rsidR="004A329C" w:rsidRDefault="004A329C" w:rsidP="001824BA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01A62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средн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яя общеобразовательная школа  №2 имени Леонида Николаевича Плаксина </w:t>
      </w:r>
    </w:p>
    <w:p w:rsidR="004A329C" w:rsidRPr="00D01A62" w:rsidRDefault="004A329C" w:rsidP="00F434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D01A62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поселка Мостовского муниципально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го образования Мостовский район</w:t>
      </w:r>
    </w:p>
    <w:p w:rsidR="004A329C" w:rsidRPr="005770E4" w:rsidRDefault="004A329C" w:rsidP="001824BA">
      <w:pPr>
        <w:shd w:val="clear" w:color="auto" w:fill="FFFFFF"/>
        <w:spacing w:after="0" w:line="240" w:lineRule="auto"/>
        <w:ind w:left="4962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A329C" w:rsidRPr="005770E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5F121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A329C" w:rsidRPr="005770E4" w:rsidRDefault="004A329C" w:rsidP="001824BA">
      <w:pPr>
        <w:shd w:val="clear" w:color="auto" w:fill="FFFFFF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70E4">
        <w:rPr>
          <w:rFonts w:ascii="Times New Roman" w:hAnsi="Times New Roman"/>
          <w:color w:val="000000"/>
          <w:sz w:val="24"/>
          <w:szCs w:val="24"/>
          <w:lang w:eastAsia="ru-RU"/>
        </w:rPr>
        <w:t>УТВЕРЖДЕНО</w:t>
      </w:r>
    </w:p>
    <w:p w:rsidR="004A329C" w:rsidRPr="005770E4" w:rsidRDefault="004A329C" w:rsidP="005F1213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A329C" w:rsidRPr="005770E4" w:rsidRDefault="004A329C" w:rsidP="005F1213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70E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решением педагогического совета </w:t>
      </w:r>
    </w:p>
    <w:p w:rsidR="004A329C" w:rsidRPr="005770E4" w:rsidRDefault="004A329C" w:rsidP="005F1213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770E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31 августа</w:t>
      </w:r>
      <w:r w:rsidRPr="005770E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201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5770E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года протокол № 1</w:t>
      </w:r>
    </w:p>
    <w:p w:rsidR="004A329C" w:rsidRPr="005770E4" w:rsidRDefault="004A329C" w:rsidP="006507D5">
      <w:pPr>
        <w:shd w:val="clear" w:color="auto" w:fill="FFFFFF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70E4">
        <w:rPr>
          <w:rFonts w:ascii="Times New Roman" w:hAnsi="Times New Roman"/>
          <w:color w:val="000000"/>
          <w:sz w:val="24"/>
          <w:szCs w:val="24"/>
          <w:lang w:eastAsia="ru-RU"/>
        </w:rPr>
        <w:t>Пр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едседатель _____М.А. Самойленко</w:t>
      </w:r>
    </w:p>
    <w:p w:rsidR="004A329C" w:rsidRDefault="004A329C" w:rsidP="005F12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A329C" w:rsidRPr="005770E4" w:rsidRDefault="004A329C" w:rsidP="005F12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A329C" w:rsidRPr="005770E4" w:rsidRDefault="004A329C" w:rsidP="005F12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A329C" w:rsidRPr="005770E4" w:rsidRDefault="004A329C" w:rsidP="005F12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A329C" w:rsidRPr="005770E4" w:rsidRDefault="004A329C" w:rsidP="005F1213">
      <w:pPr>
        <w:keepNext/>
        <w:snapToGrid w:val="0"/>
        <w:spacing w:after="0" w:line="180" w:lineRule="atLeast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4A329C" w:rsidRPr="005770E4" w:rsidRDefault="004A329C" w:rsidP="005F1213">
      <w:pPr>
        <w:keepNext/>
        <w:snapToGrid w:val="0"/>
        <w:spacing w:after="0" w:line="180" w:lineRule="atLeast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770E4">
        <w:rPr>
          <w:rFonts w:ascii="Times New Roman" w:hAnsi="Times New Roman"/>
          <w:b/>
          <w:sz w:val="24"/>
          <w:szCs w:val="24"/>
          <w:lang w:eastAsia="ru-RU"/>
        </w:rPr>
        <w:t>РАБОЧАЯ  ПРОГРАММА</w:t>
      </w:r>
    </w:p>
    <w:p w:rsidR="004A329C" w:rsidRPr="005770E4" w:rsidRDefault="004A329C" w:rsidP="005F121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A329C" w:rsidRDefault="004A329C" w:rsidP="00D01A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A329C" w:rsidRPr="005770E4" w:rsidRDefault="004A329C" w:rsidP="00D01A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770E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По   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обществознание</w:t>
      </w:r>
    </w:p>
    <w:p w:rsidR="004A329C" w:rsidRPr="005770E4" w:rsidRDefault="004A329C" w:rsidP="005F121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A329C" w:rsidRDefault="004A329C" w:rsidP="00D01A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770E4">
        <w:rPr>
          <w:rFonts w:ascii="Times New Roman" w:hAnsi="Times New Roman"/>
          <w:sz w:val="24"/>
          <w:szCs w:val="24"/>
          <w:lang w:eastAsia="ru-RU"/>
        </w:rPr>
        <w:t xml:space="preserve">Уровень образования (класс) основное общее образование </w:t>
      </w:r>
      <w:r>
        <w:rPr>
          <w:rFonts w:ascii="Times New Roman" w:hAnsi="Times New Roman"/>
          <w:sz w:val="24"/>
          <w:szCs w:val="24"/>
          <w:lang w:eastAsia="ru-RU"/>
        </w:rPr>
        <w:t>5- 9</w:t>
      </w:r>
      <w:r w:rsidRPr="005770E4">
        <w:rPr>
          <w:rFonts w:ascii="Times New Roman" w:hAnsi="Times New Roman"/>
          <w:sz w:val="24"/>
          <w:szCs w:val="24"/>
          <w:lang w:eastAsia="ru-RU"/>
        </w:rPr>
        <w:t>класс</w:t>
      </w:r>
    </w:p>
    <w:p w:rsidR="004A329C" w:rsidRPr="005770E4" w:rsidRDefault="004A329C" w:rsidP="00D01A6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A329C" w:rsidRPr="005770E4" w:rsidRDefault="004A329C" w:rsidP="00950E14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Количество часов 170</w:t>
      </w: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4A329C" w:rsidRPr="005770E4" w:rsidRDefault="004A329C" w:rsidP="005F121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A329C" w:rsidRPr="005770E4" w:rsidRDefault="004A329C" w:rsidP="005F121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770E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Учитель    </w:t>
      </w:r>
      <w:r w:rsidRPr="008F02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Кузнецова Н.Н.,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Будкова И.В., Козубов Ю.М.</w:t>
      </w:r>
    </w:p>
    <w:p w:rsidR="004A329C" w:rsidRPr="005770E4" w:rsidRDefault="004A329C" w:rsidP="004B0C64">
      <w:pPr>
        <w:shd w:val="clear" w:color="auto" w:fill="FFFFFF"/>
        <w:spacing w:after="0" w:line="317" w:lineRule="exac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A329C" w:rsidRPr="005770E4" w:rsidRDefault="004A329C" w:rsidP="000356E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A329C" w:rsidRPr="005770E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4B0C64">
      <w:pPr>
        <w:pStyle w:val="BodyText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Рабочая программа разработана на основе </w:t>
      </w:r>
      <w:r w:rsidRPr="004B0C64">
        <w:rPr>
          <w:sz w:val="24"/>
          <w:szCs w:val="24"/>
          <w:u w:val="single"/>
        </w:rPr>
        <w:t xml:space="preserve">Примерной основной образовательной программа основного общего образования  по </w:t>
      </w:r>
      <w:r>
        <w:rPr>
          <w:sz w:val="24"/>
          <w:szCs w:val="24"/>
          <w:u w:val="single"/>
        </w:rPr>
        <w:t>обществознанию, одобрена Федеральным учеб</w:t>
      </w:r>
      <w:r w:rsidRPr="004B0C64">
        <w:rPr>
          <w:sz w:val="24"/>
          <w:szCs w:val="24"/>
          <w:u w:val="single"/>
        </w:rPr>
        <w:t xml:space="preserve">но-методическим объединение по общему образованию протокол №1/15 от 8.04.2015г. </w:t>
      </w:r>
    </w:p>
    <w:p w:rsidR="004A329C" w:rsidRDefault="004A329C" w:rsidP="004B0C64">
      <w:pPr>
        <w:pStyle w:val="BodyText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sz w:val="24"/>
          <w:szCs w:val="24"/>
          <w:u w:val="single"/>
        </w:rPr>
      </w:pPr>
    </w:p>
    <w:p w:rsidR="004A329C" w:rsidRPr="008F0216" w:rsidRDefault="004A329C" w:rsidP="004B0C64">
      <w:pPr>
        <w:pStyle w:val="BodyText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color w:val="FF0000"/>
          <w:sz w:val="24"/>
          <w:szCs w:val="24"/>
          <w:u w:val="single"/>
        </w:rPr>
      </w:pPr>
    </w:p>
    <w:p w:rsidR="004A329C" w:rsidRPr="004B0C6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4A329C" w:rsidRPr="005770E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СОДЕРЖАНИЕ:</w:t>
      </w: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Стр.</w:t>
      </w: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967061" w:rsidRDefault="004A329C" w:rsidP="00967061">
      <w:pPr>
        <w:contextualSpacing/>
        <w:rPr>
          <w:rFonts w:ascii="Times New Roman" w:hAnsi="Times New Roman"/>
          <w:b/>
          <w:sz w:val="28"/>
          <w:szCs w:val="28"/>
        </w:rPr>
      </w:pPr>
      <w:r w:rsidRPr="00967061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967061">
        <w:rPr>
          <w:rFonts w:ascii="Times New Roman" w:hAnsi="Times New Roman"/>
          <w:sz w:val="28"/>
          <w:szCs w:val="28"/>
        </w:rPr>
        <w:t>Планируемые результаты освоения учебного предмета, курса.</w:t>
      </w:r>
      <w:r w:rsidRPr="00967061">
        <w:rPr>
          <w:rFonts w:ascii="Times New Roman" w:hAnsi="Times New Roman"/>
          <w:b/>
          <w:sz w:val="28"/>
          <w:szCs w:val="28"/>
        </w:rPr>
        <w:t xml:space="preserve">              </w:t>
      </w:r>
      <w:r w:rsidRPr="00967061">
        <w:rPr>
          <w:rFonts w:ascii="Times New Roman" w:hAnsi="Times New Roman"/>
          <w:sz w:val="24"/>
          <w:szCs w:val="24"/>
          <w:lang w:eastAsia="ru-RU"/>
        </w:rPr>
        <w:t>2</w:t>
      </w:r>
    </w:p>
    <w:p w:rsidR="004A329C" w:rsidRPr="00967061" w:rsidRDefault="004A329C" w:rsidP="00967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A329C" w:rsidRPr="00967061" w:rsidRDefault="004A329C" w:rsidP="0096706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67061">
        <w:rPr>
          <w:rFonts w:ascii="Times New Roman" w:hAnsi="Times New Roman"/>
          <w:sz w:val="24"/>
          <w:szCs w:val="24"/>
          <w:lang w:eastAsia="ru-RU"/>
        </w:rPr>
        <w:t>2)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67061">
        <w:rPr>
          <w:rFonts w:ascii="Times New Roman" w:hAnsi="Times New Roman"/>
          <w:sz w:val="28"/>
          <w:szCs w:val="28"/>
        </w:rPr>
        <w:t>Содержание учебного предмета, курса</w:t>
      </w:r>
      <w:r w:rsidRPr="0096706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>8</w:t>
      </w:r>
    </w:p>
    <w:p w:rsidR="004A329C" w:rsidRPr="00967061" w:rsidRDefault="004A329C" w:rsidP="009670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A329C" w:rsidRPr="00967061" w:rsidRDefault="004A329C" w:rsidP="00967061">
      <w:pPr>
        <w:spacing w:after="0" w:line="240" w:lineRule="auto"/>
        <w:ind w:right="283"/>
        <w:rPr>
          <w:rFonts w:ascii="Times New Roman" w:hAnsi="Times New Roman"/>
          <w:sz w:val="24"/>
          <w:szCs w:val="24"/>
          <w:lang w:eastAsia="ru-RU"/>
        </w:rPr>
      </w:pPr>
      <w:r w:rsidRPr="00967061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967061">
        <w:rPr>
          <w:rFonts w:ascii="Times New Roman" w:hAnsi="Times New Roman"/>
          <w:sz w:val="28"/>
          <w:szCs w:val="28"/>
        </w:rPr>
        <w:t xml:space="preserve">Тематическое планирование с указанием количества часов, отводимых на освоение каждой темы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11</w:t>
      </w: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893BF3" w:rsidRDefault="004A329C" w:rsidP="007B0F04">
      <w:pPr>
        <w:pStyle w:val="ListParagraph"/>
        <w:jc w:val="center"/>
        <w:rPr>
          <w:rFonts w:ascii="Times New Roman" w:hAnsi="Times New Roman"/>
          <w:b/>
          <w:sz w:val="28"/>
          <w:szCs w:val="28"/>
        </w:rPr>
      </w:pPr>
      <w:r w:rsidRPr="00893BF3">
        <w:rPr>
          <w:rFonts w:ascii="Times New Roman" w:hAnsi="Times New Roman"/>
          <w:b/>
          <w:sz w:val="28"/>
          <w:szCs w:val="28"/>
        </w:rPr>
        <w:t>1. Планируемые результаты освоения учебного предмета, курса.</w:t>
      </w:r>
    </w:p>
    <w:p w:rsidR="004A329C" w:rsidRPr="00445FFF" w:rsidRDefault="004A329C" w:rsidP="00B3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bookmark11"/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445FFF">
        <w:rPr>
          <w:rFonts w:ascii="Times New Roman" w:hAnsi="Times New Roman" w:cs="Times New Roman"/>
          <w:sz w:val="24"/>
          <w:szCs w:val="24"/>
          <w:lang w:eastAsia="en-US"/>
        </w:rPr>
        <w:t xml:space="preserve"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</w:t>
      </w:r>
      <w:hyperlink r:id="rId7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Pr="00445FFF">
          <w:rPr>
            <w:rFonts w:ascii="Times New Roman" w:hAnsi="Times New Roman" w:cs="Times New Roman"/>
            <w:sz w:val="24"/>
            <w:szCs w:val="24"/>
            <w:lang w:eastAsia="en-US"/>
          </w:rPr>
          <w:t>Конституции</w:t>
        </w:r>
      </w:hyperlink>
      <w:r w:rsidRPr="00445FFF">
        <w:rPr>
          <w:rFonts w:ascii="Times New Roman" w:hAnsi="Times New Roman" w:cs="Times New Roman"/>
          <w:sz w:val="24"/>
          <w:szCs w:val="24"/>
          <w:lang w:eastAsia="en-US"/>
        </w:rPr>
        <w:t xml:space="preserve"> Российской Федерации;</w:t>
      </w:r>
    </w:p>
    <w:p w:rsidR="004A329C" w:rsidRPr="00445FFF" w:rsidRDefault="004A329C" w:rsidP="00B3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445FFF">
        <w:rPr>
          <w:rFonts w:ascii="Times New Roman" w:hAnsi="Times New Roman" w:cs="Times New Roman"/>
          <w:sz w:val="24"/>
          <w:szCs w:val="24"/>
          <w:lang w:eastAsia="en-US"/>
        </w:rPr>
        <w:t>понимание основных принципов жизни общества, основ современных научных теорий общественного развития;</w:t>
      </w:r>
    </w:p>
    <w:p w:rsidR="004A329C" w:rsidRPr="00445FFF" w:rsidRDefault="004A329C" w:rsidP="00B3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445FFF">
        <w:rPr>
          <w:rFonts w:ascii="Times New Roman" w:hAnsi="Times New Roman" w:cs="Times New Roman"/>
          <w:sz w:val="24"/>
          <w:szCs w:val="24"/>
          <w:lang w:eastAsia="en-US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4A329C" w:rsidRPr="00445FFF" w:rsidRDefault="004A329C" w:rsidP="00B3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445FFF">
        <w:rPr>
          <w:rFonts w:ascii="Times New Roman" w:hAnsi="Times New Roman" w:cs="Times New Roman"/>
          <w:sz w:val="24"/>
          <w:szCs w:val="24"/>
          <w:lang w:eastAsia="en-US"/>
        </w:rPr>
        <w:t>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4A329C" w:rsidRPr="00445FFF" w:rsidRDefault="004A329C" w:rsidP="00B3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445FFF">
        <w:rPr>
          <w:rFonts w:ascii="Times New Roman" w:hAnsi="Times New Roman" w:cs="Times New Roman"/>
          <w:sz w:val="24"/>
          <w:szCs w:val="24"/>
          <w:lang w:eastAsia="en-US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4A329C" w:rsidRDefault="004A329C" w:rsidP="00B3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445FFF">
        <w:rPr>
          <w:rFonts w:ascii="Times New Roman" w:hAnsi="Times New Roman" w:cs="Times New Roman"/>
          <w:sz w:val="24"/>
          <w:szCs w:val="24"/>
          <w:lang w:eastAsia="en-US"/>
        </w:rPr>
        <w:t>развитие социального кругозора и формирование познавательного интереса к изучению общественных д</w:t>
      </w:r>
      <w:r>
        <w:rPr>
          <w:rFonts w:ascii="Times New Roman" w:hAnsi="Times New Roman" w:cs="Times New Roman"/>
          <w:sz w:val="24"/>
          <w:szCs w:val="24"/>
          <w:lang w:eastAsia="en-US"/>
        </w:rPr>
        <w:t>исциплин;</w:t>
      </w:r>
    </w:p>
    <w:p w:rsidR="004A329C" w:rsidRDefault="004A329C" w:rsidP="00B3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- формирование уважительного отношения к семье, населённому пункту, региону, России, истории, культуре, природе нашей страны, её современной жизни. Осознание ценности, целостности и многообразия окружающего мира, своего места в нём.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</w:t>
      </w:r>
    </w:p>
    <w:p w:rsidR="004A329C" w:rsidRPr="00445FFF" w:rsidRDefault="004A329C" w:rsidP="00B312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A329C" w:rsidRDefault="004A329C" w:rsidP="00677457">
      <w:pPr>
        <w:pStyle w:val="NoSpacing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A329C" w:rsidRPr="00677457" w:rsidRDefault="004A329C" w:rsidP="0067745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b/>
          <w:sz w:val="24"/>
          <w:szCs w:val="24"/>
        </w:rPr>
        <w:t>Личностными результатами</w:t>
      </w:r>
      <w:r>
        <w:rPr>
          <w:rFonts w:ascii="Times New Roman" w:hAnsi="Times New Roman"/>
          <w:sz w:val="24"/>
          <w:szCs w:val="24"/>
        </w:rPr>
        <w:t xml:space="preserve"> выпускников основной шко</w:t>
      </w:r>
      <w:r w:rsidRPr="00677457">
        <w:rPr>
          <w:rFonts w:ascii="Times New Roman" w:hAnsi="Times New Roman"/>
          <w:sz w:val="24"/>
          <w:szCs w:val="24"/>
        </w:rPr>
        <w:t>лы, формируемыми при и</w:t>
      </w:r>
      <w:r>
        <w:rPr>
          <w:rFonts w:ascii="Times New Roman" w:hAnsi="Times New Roman"/>
          <w:sz w:val="24"/>
          <w:szCs w:val="24"/>
        </w:rPr>
        <w:t>зучении содержания курса, явля</w:t>
      </w:r>
      <w:r w:rsidRPr="00677457">
        <w:rPr>
          <w:rFonts w:ascii="Times New Roman" w:hAnsi="Times New Roman"/>
          <w:sz w:val="24"/>
          <w:szCs w:val="24"/>
        </w:rPr>
        <w:t>ются: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мотивированность на по</w:t>
      </w:r>
      <w:r>
        <w:rPr>
          <w:rFonts w:ascii="Times New Roman" w:hAnsi="Times New Roman"/>
          <w:sz w:val="24"/>
          <w:szCs w:val="24"/>
        </w:rPr>
        <w:t xml:space="preserve">сильное и созидательное участие </w:t>
      </w:r>
      <w:r w:rsidRPr="00677457">
        <w:rPr>
          <w:rFonts w:ascii="Times New Roman" w:hAnsi="Times New Roman"/>
          <w:sz w:val="24"/>
          <w:szCs w:val="24"/>
        </w:rPr>
        <w:t>в жизни общества;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заинтересованность не толь</w:t>
      </w:r>
      <w:r>
        <w:rPr>
          <w:rFonts w:ascii="Times New Roman" w:hAnsi="Times New Roman"/>
          <w:sz w:val="24"/>
          <w:szCs w:val="24"/>
        </w:rPr>
        <w:t>ко в личном успехе, но и в бла</w:t>
      </w:r>
      <w:r w:rsidRPr="00677457">
        <w:rPr>
          <w:rFonts w:ascii="Times New Roman" w:hAnsi="Times New Roman"/>
          <w:sz w:val="24"/>
          <w:szCs w:val="24"/>
        </w:rPr>
        <w:t>гополучии и процветании своей страны;</w:t>
      </w:r>
    </w:p>
    <w:p w:rsidR="004A329C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ценностные ориентиры,</w:t>
      </w:r>
      <w:r>
        <w:rPr>
          <w:rFonts w:ascii="Times New Roman" w:hAnsi="Times New Roman"/>
          <w:sz w:val="24"/>
          <w:szCs w:val="24"/>
        </w:rPr>
        <w:t xml:space="preserve"> основанные на идеях патриотиз</w:t>
      </w:r>
      <w:r w:rsidRPr="00677457">
        <w:rPr>
          <w:rFonts w:ascii="Times New Roman" w:hAnsi="Times New Roman"/>
          <w:sz w:val="24"/>
          <w:szCs w:val="24"/>
        </w:rPr>
        <w:t>ма, любви и уважения к Отечеству; необходимости</w:t>
      </w:r>
      <w:r>
        <w:rPr>
          <w:rFonts w:ascii="Times New Roman" w:hAnsi="Times New Roman"/>
          <w:sz w:val="24"/>
          <w:szCs w:val="24"/>
        </w:rPr>
        <w:t xml:space="preserve"> поддер</w:t>
      </w:r>
      <w:r w:rsidRPr="00677457">
        <w:rPr>
          <w:rFonts w:ascii="Times New Roman" w:hAnsi="Times New Roman"/>
          <w:sz w:val="24"/>
          <w:szCs w:val="24"/>
        </w:rPr>
        <w:t xml:space="preserve">жания гражданского мира и </w:t>
      </w:r>
      <w:r>
        <w:rPr>
          <w:rFonts w:ascii="Times New Roman" w:hAnsi="Times New Roman"/>
          <w:sz w:val="24"/>
          <w:szCs w:val="24"/>
        </w:rPr>
        <w:t xml:space="preserve">согласия; отношении к человеку, </w:t>
      </w:r>
      <w:r w:rsidRPr="00677457">
        <w:rPr>
          <w:rFonts w:ascii="Times New Roman" w:hAnsi="Times New Roman"/>
          <w:sz w:val="24"/>
          <w:szCs w:val="24"/>
        </w:rPr>
        <w:t xml:space="preserve">его правам и свободам </w:t>
      </w:r>
      <w:r>
        <w:rPr>
          <w:rFonts w:ascii="Times New Roman" w:hAnsi="Times New Roman"/>
          <w:sz w:val="24"/>
          <w:szCs w:val="24"/>
        </w:rPr>
        <w:t xml:space="preserve">как высшей ценности; стремлении </w:t>
      </w:r>
      <w:r w:rsidRPr="00677457">
        <w:rPr>
          <w:rFonts w:ascii="Times New Roman" w:hAnsi="Times New Roman"/>
          <w:sz w:val="24"/>
          <w:szCs w:val="24"/>
        </w:rPr>
        <w:t>к укреплению историческ</w:t>
      </w:r>
      <w:r>
        <w:rPr>
          <w:rFonts w:ascii="Times New Roman" w:hAnsi="Times New Roman"/>
          <w:sz w:val="24"/>
          <w:szCs w:val="24"/>
        </w:rPr>
        <w:t xml:space="preserve">и сложившегося государственного </w:t>
      </w:r>
      <w:r w:rsidRPr="00677457">
        <w:rPr>
          <w:rFonts w:ascii="Times New Roman" w:hAnsi="Times New Roman"/>
          <w:sz w:val="24"/>
          <w:szCs w:val="24"/>
        </w:rPr>
        <w:t>единства; признании равно</w:t>
      </w:r>
      <w:r>
        <w:rPr>
          <w:rFonts w:ascii="Times New Roman" w:hAnsi="Times New Roman"/>
          <w:sz w:val="24"/>
          <w:szCs w:val="24"/>
        </w:rPr>
        <w:t>правия народов, единства разно</w:t>
      </w:r>
      <w:r w:rsidRPr="00677457">
        <w:rPr>
          <w:rFonts w:ascii="Times New Roman" w:hAnsi="Times New Roman"/>
          <w:sz w:val="24"/>
          <w:szCs w:val="24"/>
        </w:rPr>
        <w:t>образных культур; убежд</w:t>
      </w:r>
      <w:r>
        <w:rPr>
          <w:rFonts w:ascii="Times New Roman" w:hAnsi="Times New Roman"/>
          <w:sz w:val="24"/>
          <w:szCs w:val="24"/>
        </w:rPr>
        <w:t xml:space="preserve">ённости в важности для общества </w:t>
      </w:r>
      <w:r w:rsidRPr="00677457">
        <w:rPr>
          <w:rFonts w:ascii="Times New Roman" w:hAnsi="Times New Roman"/>
          <w:sz w:val="24"/>
          <w:szCs w:val="24"/>
        </w:rPr>
        <w:t>семьи и семейных традиций</w:t>
      </w:r>
      <w:r>
        <w:rPr>
          <w:rFonts w:ascii="Times New Roman" w:hAnsi="Times New Roman"/>
          <w:sz w:val="24"/>
          <w:szCs w:val="24"/>
        </w:rPr>
        <w:t>; осознании своей ответственно</w:t>
      </w:r>
      <w:r w:rsidRPr="00677457">
        <w:rPr>
          <w:rFonts w:ascii="Times New Roman" w:hAnsi="Times New Roman"/>
          <w:sz w:val="24"/>
          <w:szCs w:val="24"/>
        </w:rPr>
        <w:t>сти за страну перед нын</w:t>
      </w:r>
      <w:r>
        <w:rPr>
          <w:rFonts w:ascii="Times New Roman" w:hAnsi="Times New Roman"/>
          <w:sz w:val="24"/>
          <w:szCs w:val="24"/>
        </w:rPr>
        <w:t xml:space="preserve">ешними и грядущими поколениями. </w:t>
      </w:r>
    </w:p>
    <w:p w:rsidR="004A329C" w:rsidRPr="00677457" w:rsidRDefault="004A329C" w:rsidP="00124785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124785">
        <w:rPr>
          <w:rFonts w:ascii="Times New Roman" w:hAnsi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/>
          <w:sz w:val="24"/>
          <w:szCs w:val="24"/>
        </w:rPr>
        <w:t xml:space="preserve"> изучения обществознания </w:t>
      </w:r>
      <w:r w:rsidRPr="00677457">
        <w:rPr>
          <w:rFonts w:ascii="Times New Roman" w:hAnsi="Times New Roman"/>
          <w:sz w:val="24"/>
          <w:szCs w:val="24"/>
        </w:rPr>
        <w:t>выпускниками основной школы проявляются в: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умении сознательно орг</w:t>
      </w:r>
      <w:r>
        <w:rPr>
          <w:rFonts w:ascii="Times New Roman" w:hAnsi="Times New Roman"/>
          <w:sz w:val="24"/>
          <w:szCs w:val="24"/>
        </w:rPr>
        <w:t xml:space="preserve">анизовывать свою познавательную </w:t>
      </w:r>
      <w:r w:rsidRPr="00677457">
        <w:rPr>
          <w:rFonts w:ascii="Times New Roman" w:hAnsi="Times New Roman"/>
          <w:sz w:val="24"/>
          <w:szCs w:val="24"/>
        </w:rPr>
        <w:t>деятельность (от постановки</w:t>
      </w:r>
      <w:r>
        <w:rPr>
          <w:rFonts w:ascii="Times New Roman" w:hAnsi="Times New Roman"/>
          <w:sz w:val="24"/>
          <w:szCs w:val="24"/>
        </w:rPr>
        <w:t xml:space="preserve"> цели до получения и оценки ре</w:t>
      </w:r>
      <w:r w:rsidRPr="00677457">
        <w:rPr>
          <w:rFonts w:ascii="Times New Roman" w:hAnsi="Times New Roman"/>
          <w:sz w:val="24"/>
          <w:szCs w:val="24"/>
        </w:rPr>
        <w:t>зультата);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умении объяснять явления</w:t>
      </w:r>
      <w:r>
        <w:rPr>
          <w:rFonts w:ascii="Times New Roman" w:hAnsi="Times New Roman"/>
          <w:sz w:val="24"/>
          <w:szCs w:val="24"/>
        </w:rPr>
        <w:t xml:space="preserve"> и процессы социальной действи</w:t>
      </w:r>
      <w:r w:rsidRPr="00677457">
        <w:rPr>
          <w:rFonts w:ascii="Times New Roman" w:hAnsi="Times New Roman"/>
          <w:sz w:val="24"/>
          <w:szCs w:val="24"/>
        </w:rPr>
        <w:t>тельности с научных позиц</w:t>
      </w:r>
      <w:r>
        <w:rPr>
          <w:rFonts w:ascii="Times New Roman" w:hAnsi="Times New Roman"/>
          <w:sz w:val="24"/>
          <w:szCs w:val="24"/>
        </w:rPr>
        <w:t xml:space="preserve">ий; рассматривать их комплексно </w:t>
      </w:r>
      <w:r w:rsidRPr="00677457">
        <w:rPr>
          <w:rFonts w:ascii="Times New Roman" w:hAnsi="Times New Roman"/>
          <w:sz w:val="24"/>
          <w:szCs w:val="24"/>
        </w:rPr>
        <w:t>в контексте сложившихся реалий и возможных перспектив;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способности анализиро</w:t>
      </w:r>
      <w:r>
        <w:rPr>
          <w:rFonts w:ascii="Times New Roman" w:hAnsi="Times New Roman"/>
          <w:sz w:val="24"/>
          <w:szCs w:val="24"/>
        </w:rPr>
        <w:t>вать реальные социальные ситуа</w:t>
      </w:r>
      <w:r w:rsidRPr="00677457">
        <w:rPr>
          <w:rFonts w:ascii="Times New Roman" w:hAnsi="Times New Roman"/>
          <w:sz w:val="24"/>
          <w:szCs w:val="24"/>
        </w:rPr>
        <w:t>ции, выбирать адекватны</w:t>
      </w:r>
      <w:r>
        <w:rPr>
          <w:rFonts w:ascii="Times New Roman" w:hAnsi="Times New Roman"/>
          <w:sz w:val="24"/>
          <w:szCs w:val="24"/>
        </w:rPr>
        <w:t xml:space="preserve">е способы деятельности и модели </w:t>
      </w:r>
      <w:r w:rsidRPr="00677457">
        <w:rPr>
          <w:rFonts w:ascii="Times New Roman" w:hAnsi="Times New Roman"/>
          <w:sz w:val="24"/>
          <w:szCs w:val="24"/>
        </w:rPr>
        <w:t>поведения в рамках реал</w:t>
      </w:r>
      <w:r>
        <w:rPr>
          <w:rFonts w:ascii="Times New Roman" w:hAnsi="Times New Roman"/>
          <w:sz w:val="24"/>
          <w:szCs w:val="24"/>
        </w:rPr>
        <w:t>изуемых основных социальных ро</w:t>
      </w:r>
      <w:r w:rsidRPr="00677457">
        <w:rPr>
          <w:rFonts w:ascii="Times New Roman" w:hAnsi="Times New Roman"/>
          <w:sz w:val="24"/>
          <w:szCs w:val="24"/>
        </w:rPr>
        <w:t>лей, свойственных подросткам;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овладении различны</w:t>
      </w:r>
      <w:r>
        <w:rPr>
          <w:rFonts w:ascii="Times New Roman" w:hAnsi="Times New Roman"/>
          <w:sz w:val="24"/>
          <w:szCs w:val="24"/>
        </w:rPr>
        <w:t xml:space="preserve">ми видами публичных выступлений </w:t>
      </w:r>
      <w:r w:rsidRPr="00677457">
        <w:rPr>
          <w:rFonts w:ascii="Times New Roman" w:hAnsi="Times New Roman"/>
          <w:sz w:val="24"/>
          <w:szCs w:val="24"/>
        </w:rPr>
        <w:t>(высказывания, монолог, ди</w:t>
      </w:r>
      <w:r>
        <w:rPr>
          <w:rFonts w:ascii="Times New Roman" w:hAnsi="Times New Roman"/>
          <w:sz w:val="24"/>
          <w:szCs w:val="24"/>
        </w:rPr>
        <w:t xml:space="preserve">скуссия) и следовании этическим </w:t>
      </w:r>
      <w:r w:rsidRPr="00677457">
        <w:rPr>
          <w:rFonts w:ascii="Times New Roman" w:hAnsi="Times New Roman"/>
          <w:sz w:val="24"/>
          <w:szCs w:val="24"/>
        </w:rPr>
        <w:t>нормам и правилам ведения диалога;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умении выполнять позн</w:t>
      </w:r>
      <w:r>
        <w:rPr>
          <w:rFonts w:ascii="Times New Roman" w:hAnsi="Times New Roman"/>
          <w:sz w:val="24"/>
          <w:szCs w:val="24"/>
        </w:rPr>
        <w:t>авательные и практические зада</w:t>
      </w:r>
      <w:r w:rsidRPr="00677457">
        <w:rPr>
          <w:rFonts w:ascii="Times New Roman" w:hAnsi="Times New Roman"/>
          <w:sz w:val="24"/>
          <w:szCs w:val="24"/>
        </w:rPr>
        <w:t>ния, в том числе с исполь</w:t>
      </w:r>
      <w:r>
        <w:rPr>
          <w:rFonts w:ascii="Times New Roman" w:hAnsi="Times New Roman"/>
          <w:sz w:val="24"/>
          <w:szCs w:val="24"/>
        </w:rPr>
        <w:t xml:space="preserve">зованием проектной деятельности </w:t>
      </w:r>
      <w:r w:rsidRPr="00677457">
        <w:rPr>
          <w:rFonts w:ascii="Times New Roman" w:hAnsi="Times New Roman"/>
          <w:sz w:val="24"/>
          <w:szCs w:val="24"/>
        </w:rPr>
        <w:t>на уроках и в доступной социальной практике, на: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1) использование элемен</w:t>
      </w:r>
      <w:r>
        <w:rPr>
          <w:rFonts w:ascii="Times New Roman" w:hAnsi="Times New Roman"/>
          <w:sz w:val="24"/>
          <w:szCs w:val="24"/>
        </w:rPr>
        <w:t>тов причинно-следственного ана</w:t>
      </w:r>
      <w:r w:rsidRPr="00677457">
        <w:rPr>
          <w:rFonts w:ascii="Times New Roman" w:hAnsi="Times New Roman"/>
          <w:sz w:val="24"/>
          <w:szCs w:val="24"/>
        </w:rPr>
        <w:t>лиза;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2) исследование неслож</w:t>
      </w:r>
      <w:r>
        <w:rPr>
          <w:rFonts w:ascii="Times New Roman" w:hAnsi="Times New Roman"/>
          <w:sz w:val="24"/>
          <w:szCs w:val="24"/>
        </w:rPr>
        <w:t>ных реальных связей и зависимо</w:t>
      </w:r>
      <w:r w:rsidRPr="00677457">
        <w:rPr>
          <w:rFonts w:ascii="Times New Roman" w:hAnsi="Times New Roman"/>
          <w:sz w:val="24"/>
          <w:szCs w:val="24"/>
        </w:rPr>
        <w:t>стей;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3) определение сущн</w:t>
      </w:r>
      <w:r>
        <w:rPr>
          <w:rFonts w:ascii="Times New Roman" w:hAnsi="Times New Roman"/>
          <w:sz w:val="24"/>
          <w:szCs w:val="24"/>
        </w:rPr>
        <w:t xml:space="preserve">остных характеристик изучаемого </w:t>
      </w:r>
      <w:r w:rsidRPr="00677457">
        <w:rPr>
          <w:rFonts w:ascii="Times New Roman" w:hAnsi="Times New Roman"/>
          <w:sz w:val="24"/>
          <w:szCs w:val="24"/>
        </w:rPr>
        <w:t>объекта; выбор верных критериев для с</w:t>
      </w:r>
      <w:r>
        <w:rPr>
          <w:rFonts w:ascii="Times New Roman" w:hAnsi="Times New Roman"/>
          <w:sz w:val="24"/>
          <w:szCs w:val="24"/>
        </w:rPr>
        <w:t>равнения, сопостав</w:t>
      </w:r>
      <w:r w:rsidRPr="00677457">
        <w:rPr>
          <w:rFonts w:ascii="Times New Roman" w:hAnsi="Times New Roman"/>
          <w:sz w:val="24"/>
          <w:szCs w:val="24"/>
        </w:rPr>
        <w:t>ления, оценки объектов;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4) поиск и извлечени</w:t>
      </w:r>
      <w:r>
        <w:rPr>
          <w:rFonts w:ascii="Times New Roman" w:hAnsi="Times New Roman"/>
          <w:sz w:val="24"/>
          <w:szCs w:val="24"/>
        </w:rPr>
        <w:t xml:space="preserve">е нужной информации по заданной </w:t>
      </w:r>
      <w:r w:rsidRPr="00677457">
        <w:rPr>
          <w:rFonts w:ascii="Times New Roman" w:hAnsi="Times New Roman"/>
          <w:sz w:val="24"/>
          <w:szCs w:val="24"/>
        </w:rPr>
        <w:t>теме в адаптированных источниках различного типа;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5) перевод информа</w:t>
      </w:r>
      <w:r>
        <w:rPr>
          <w:rFonts w:ascii="Times New Roman" w:hAnsi="Times New Roman"/>
          <w:sz w:val="24"/>
          <w:szCs w:val="24"/>
        </w:rPr>
        <w:t xml:space="preserve">ции из одной знаковой системы в </w:t>
      </w:r>
      <w:r w:rsidRPr="00677457">
        <w:rPr>
          <w:rFonts w:ascii="Times New Roman" w:hAnsi="Times New Roman"/>
          <w:sz w:val="24"/>
          <w:szCs w:val="24"/>
        </w:rPr>
        <w:t>другую (из текста в таблицу, из аудиовизуального ряда в текс</w:t>
      </w:r>
      <w:r>
        <w:rPr>
          <w:rFonts w:ascii="Times New Roman" w:hAnsi="Times New Roman"/>
          <w:sz w:val="24"/>
          <w:szCs w:val="24"/>
        </w:rPr>
        <w:t xml:space="preserve">т </w:t>
      </w:r>
      <w:r w:rsidRPr="00677457">
        <w:rPr>
          <w:rFonts w:ascii="Times New Roman" w:hAnsi="Times New Roman"/>
          <w:sz w:val="24"/>
          <w:szCs w:val="24"/>
        </w:rPr>
        <w:t>и др.); выбор знаковых систем адекватно познавательной и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коммуникативной ситуации;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6) подкрепление  из</w:t>
      </w:r>
      <w:r>
        <w:rPr>
          <w:rFonts w:ascii="Times New Roman" w:hAnsi="Times New Roman"/>
          <w:sz w:val="24"/>
          <w:szCs w:val="24"/>
        </w:rPr>
        <w:t xml:space="preserve">ученных  положений  конкретными </w:t>
      </w:r>
      <w:r w:rsidRPr="00677457">
        <w:rPr>
          <w:rFonts w:ascii="Times New Roman" w:hAnsi="Times New Roman"/>
          <w:sz w:val="24"/>
          <w:szCs w:val="24"/>
        </w:rPr>
        <w:t>примерами;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7) оценку своих учеб</w:t>
      </w:r>
      <w:r>
        <w:rPr>
          <w:rFonts w:ascii="Times New Roman" w:hAnsi="Times New Roman"/>
          <w:sz w:val="24"/>
          <w:szCs w:val="24"/>
        </w:rPr>
        <w:t xml:space="preserve">ных достижений, поведения, черт </w:t>
      </w:r>
      <w:r w:rsidRPr="00677457">
        <w:rPr>
          <w:rFonts w:ascii="Times New Roman" w:hAnsi="Times New Roman"/>
          <w:sz w:val="24"/>
          <w:szCs w:val="24"/>
        </w:rPr>
        <w:t>своей личности с учётом м</w:t>
      </w:r>
      <w:r>
        <w:rPr>
          <w:rFonts w:ascii="Times New Roman" w:hAnsi="Times New Roman"/>
          <w:sz w:val="24"/>
          <w:szCs w:val="24"/>
        </w:rPr>
        <w:t xml:space="preserve">нения других людей, в том числе </w:t>
      </w:r>
      <w:r w:rsidRPr="00677457">
        <w:rPr>
          <w:rFonts w:ascii="Times New Roman" w:hAnsi="Times New Roman"/>
          <w:sz w:val="24"/>
          <w:szCs w:val="24"/>
        </w:rPr>
        <w:t>для корректировки собс</w:t>
      </w:r>
      <w:r>
        <w:rPr>
          <w:rFonts w:ascii="Times New Roman" w:hAnsi="Times New Roman"/>
          <w:sz w:val="24"/>
          <w:szCs w:val="24"/>
        </w:rPr>
        <w:t xml:space="preserve">твенного поведения в окружающей </w:t>
      </w:r>
      <w:r w:rsidRPr="00677457">
        <w:rPr>
          <w:rFonts w:ascii="Times New Roman" w:hAnsi="Times New Roman"/>
          <w:sz w:val="24"/>
          <w:szCs w:val="24"/>
        </w:rPr>
        <w:t>среде; выполнение в повсед</w:t>
      </w:r>
      <w:r>
        <w:rPr>
          <w:rFonts w:ascii="Times New Roman" w:hAnsi="Times New Roman"/>
          <w:sz w:val="24"/>
          <w:szCs w:val="24"/>
        </w:rPr>
        <w:t>невной жизни этических и право</w:t>
      </w:r>
      <w:r w:rsidRPr="00677457">
        <w:rPr>
          <w:rFonts w:ascii="Times New Roman" w:hAnsi="Times New Roman"/>
          <w:sz w:val="24"/>
          <w:szCs w:val="24"/>
        </w:rPr>
        <w:t>вых норм, экологических требований;</w:t>
      </w:r>
    </w:p>
    <w:p w:rsidR="004A329C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8) определение собственного отношения к явлениям современной жизни, фор</w:t>
      </w:r>
      <w:r>
        <w:rPr>
          <w:rFonts w:ascii="Times New Roman" w:hAnsi="Times New Roman"/>
          <w:sz w:val="24"/>
          <w:szCs w:val="24"/>
        </w:rPr>
        <w:t xml:space="preserve">мулирование своей точки зрения. </w:t>
      </w:r>
    </w:p>
    <w:p w:rsidR="004A329C" w:rsidRPr="00677457" w:rsidRDefault="004A329C" w:rsidP="00124785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124785">
        <w:rPr>
          <w:rFonts w:ascii="Times New Roman" w:hAnsi="Times New Roman"/>
          <w:b/>
          <w:sz w:val="24"/>
          <w:szCs w:val="24"/>
        </w:rPr>
        <w:t>Предметными результатами</w:t>
      </w:r>
      <w:r>
        <w:rPr>
          <w:rFonts w:ascii="Times New Roman" w:hAnsi="Times New Roman"/>
          <w:sz w:val="24"/>
          <w:szCs w:val="24"/>
        </w:rPr>
        <w:t xml:space="preserve"> освоения выпускниками ос</w:t>
      </w:r>
      <w:r w:rsidRPr="00677457">
        <w:rPr>
          <w:rFonts w:ascii="Times New Roman" w:hAnsi="Times New Roman"/>
          <w:sz w:val="24"/>
          <w:szCs w:val="24"/>
        </w:rPr>
        <w:t>новной школы содержа</w:t>
      </w:r>
      <w:r>
        <w:rPr>
          <w:rFonts w:ascii="Times New Roman" w:hAnsi="Times New Roman"/>
          <w:sz w:val="24"/>
          <w:szCs w:val="24"/>
        </w:rPr>
        <w:t xml:space="preserve">ния программы по обществознанию </w:t>
      </w:r>
      <w:r w:rsidRPr="00677457">
        <w:rPr>
          <w:rFonts w:ascii="Times New Roman" w:hAnsi="Times New Roman"/>
          <w:sz w:val="24"/>
          <w:szCs w:val="24"/>
        </w:rPr>
        <w:t>являются: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 xml:space="preserve">•  относительно целостное </w:t>
      </w:r>
      <w:r>
        <w:rPr>
          <w:rFonts w:ascii="Times New Roman" w:hAnsi="Times New Roman"/>
          <w:sz w:val="24"/>
          <w:szCs w:val="24"/>
        </w:rPr>
        <w:t>представление об обществе и че</w:t>
      </w:r>
      <w:r w:rsidRPr="00677457">
        <w:rPr>
          <w:rFonts w:ascii="Times New Roman" w:hAnsi="Times New Roman"/>
          <w:sz w:val="24"/>
          <w:szCs w:val="24"/>
        </w:rPr>
        <w:t>ловеке, о сферах и областях общ</w:t>
      </w:r>
      <w:r>
        <w:rPr>
          <w:rFonts w:ascii="Times New Roman" w:hAnsi="Times New Roman"/>
          <w:sz w:val="24"/>
          <w:szCs w:val="24"/>
        </w:rPr>
        <w:t>ественной жизни, механиз</w:t>
      </w:r>
      <w:r w:rsidRPr="00677457">
        <w:rPr>
          <w:rFonts w:ascii="Times New Roman" w:hAnsi="Times New Roman"/>
          <w:sz w:val="24"/>
          <w:szCs w:val="24"/>
        </w:rPr>
        <w:t>мах и регуляторах деятельности людей;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знание ряда ключевых</w:t>
      </w:r>
      <w:r>
        <w:rPr>
          <w:rFonts w:ascii="Times New Roman" w:hAnsi="Times New Roman"/>
          <w:sz w:val="24"/>
          <w:szCs w:val="24"/>
        </w:rPr>
        <w:t xml:space="preserve"> понятий об основных социальных объектах; умение объяснять явления социальной действи</w:t>
      </w:r>
      <w:r w:rsidRPr="00677457">
        <w:rPr>
          <w:rFonts w:ascii="Times New Roman" w:hAnsi="Times New Roman"/>
          <w:sz w:val="24"/>
          <w:szCs w:val="24"/>
        </w:rPr>
        <w:t>тельности с опорой на эти понятия;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знания, умения и ценностные установки, необх</w:t>
      </w:r>
      <w:r>
        <w:rPr>
          <w:rFonts w:ascii="Times New Roman" w:hAnsi="Times New Roman"/>
          <w:sz w:val="24"/>
          <w:szCs w:val="24"/>
        </w:rPr>
        <w:t xml:space="preserve">одимые для </w:t>
      </w:r>
      <w:r w:rsidRPr="00677457">
        <w:rPr>
          <w:rFonts w:ascii="Times New Roman" w:hAnsi="Times New Roman"/>
          <w:sz w:val="24"/>
          <w:szCs w:val="24"/>
        </w:rPr>
        <w:t>сознательного выполнени</w:t>
      </w:r>
      <w:r>
        <w:rPr>
          <w:rFonts w:ascii="Times New Roman" w:hAnsi="Times New Roman"/>
          <w:sz w:val="24"/>
          <w:szCs w:val="24"/>
        </w:rPr>
        <w:t xml:space="preserve">я старшими подростками основных </w:t>
      </w:r>
      <w:r w:rsidRPr="00677457">
        <w:rPr>
          <w:rFonts w:ascii="Times New Roman" w:hAnsi="Times New Roman"/>
          <w:sz w:val="24"/>
          <w:szCs w:val="24"/>
        </w:rPr>
        <w:t>социальных ролей в пределах своей дееспособности;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умения находить нуж</w:t>
      </w:r>
      <w:r>
        <w:rPr>
          <w:rFonts w:ascii="Times New Roman" w:hAnsi="Times New Roman"/>
          <w:sz w:val="24"/>
          <w:szCs w:val="24"/>
        </w:rPr>
        <w:t>ную социальную информацию в пе</w:t>
      </w:r>
      <w:r w:rsidRPr="00677457">
        <w:rPr>
          <w:rFonts w:ascii="Times New Roman" w:hAnsi="Times New Roman"/>
          <w:sz w:val="24"/>
          <w:szCs w:val="24"/>
        </w:rPr>
        <w:t>дагогически отобранных и</w:t>
      </w:r>
      <w:r>
        <w:rPr>
          <w:rFonts w:ascii="Times New Roman" w:hAnsi="Times New Roman"/>
          <w:sz w:val="24"/>
          <w:szCs w:val="24"/>
        </w:rPr>
        <w:t>сточниках; адекватно её воспри</w:t>
      </w:r>
      <w:r w:rsidRPr="00677457">
        <w:rPr>
          <w:rFonts w:ascii="Times New Roman" w:hAnsi="Times New Roman"/>
          <w:sz w:val="24"/>
          <w:szCs w:val="24"/>
        </w:rPr>
        <w:t>нимать, применяя основные обще</w:t>
      </w:r>
      <w:r>
        <w:rPr>
          <w:rFonts w:ascii="Times New Roman" w:hAnsi="Times New Roman"/>
          <w:sz w:val="24"/>
          <w:szCs w:val="24"/>
        </w:rPr>
        <w:t xml:space="preserve">ствоведческие термины и </w:t>
      </w:r>
      <w:r w:rsidRPr="00677457">
        <w:rPr>
          <w:rFonts w:ascii="Times New Roman" w:hAnsi="Times New Roman"/>
          <w:sz w:val="24"/>
          <w:szCs w:val="24"/>
        </w:rPr>
        <w:t xml:space="preserve">понятия; преобразовывать </w:t>
      </w:r>
      <w:r>
        <w:rPr>
          <w:rFonts w:ascii="Times New Roman" w:hAnsi="Times New Roman"/>
          <w:sz w:val="24"/>
          <w:szCs w:val="24"/>
        </w:rPr>
        <w:t>в соответствии с решаемой зада</w:t>
      </w:r>
      <w:r w:rsidRPr="00677457">
        <w:rPr>
          <w:rFonts w:ascii="Times New Roman" w:hAnsi="Times New Roman"/>
          <w:sz w:val="24"/>
          <w:szCs w:val="24"/>
        </w:rPr>
        <w:t>чей (анализировать, обобщат</w:t>
      </w:r>
      <w:r>
        <w:rPr>
          <w:rFonts w:ascii="Times New Roman" w:hAnsi="Times New Roman"/>
          <w:sz w:val="24"/>
          <w:szCs w:val="24"/>
        </w:rPr>
        <w:t>ь, систематизировать, конкрети</w:t>
      </w:r>
      <w:r w:rsidRPr="00677457">
        <w:rPr>
          <w:rFonts w:ascii="Times New Roman" w:hAnsi="Times New Roman"/>
          <w:sz w:val="24"/>
          <w:szCs w:val="24"/>
        </w:rPr>
        <w:t>зировать) имеющиеся данны</w:t>
      </w:r>
      <w:r>
        <w:rPr>
          <w:rFonts w:ascii="Times New Roman" w:hAnsi="Times New Roman"/>
          <w:sz w:val="24"/>
          <w:szCs w:val="24"/>
        </w:rPr>
        <w:t xml:space="preserve">е, соотносить их с собственными </w:t>
      </w:r>
      <w:r w:rsidRPr="00677457">
        <w:rPr>
          <w:rFonts w:ascii="Times New Roman" w:hAnsi="Times New Roman"/>
          <w:sz w:val="24"/>
          <w:szCs w:val="24"/>
        </w:rPr>
        <w:t>знаниями; давать оценку общественным явлениям с позиций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одобряемых в современн</w:t>
      </w:r>
      <w:r>
        <w:rPr>
          <w:rFonts w:ascii="Times New Roman" w:hAnsi="Times New Roman"/>
          <w:sz w:val="24"/>
          <w:szCs w:val="24"/>
        </w:rPr>
        <w:t>ом российском обществе социаль</w:t>
      </w:r>
      <w:r w:rsidRPr="00677457">
        <w:rPr>
          <w:rFonts w:ascii="Times New Roman" w:hAnsi="Times New Roman"/>
          <w:sz w:val="24"/>
          <w:szCs w:val="24"/>
        </w:rPr>
        <w:t>ных ценностей;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понимание побудитель</w:t>
      </w:r>
      <w:r>
        <w:rPr>
          <w:rFonts w:ascii="Times New Roman" w:hAnsi="Times New Roman"/>
          <w:sz w:val="24"/>
          <w:szCs w:val="24"/>
        </w:rPr>
        <w:t xml:space="preserve">ной роли мотивов в деятельности </w:t>
      </w:r>
      <w:r w:rsidRPr="00677457">
        <w:rPr>
          <w:rFonts w:ascii="Times New Roman" w:hAnsi="Times New Roman"/>
          <w:sz w:val="24"/>
          <w:szCs w:val="24"/>
        </w:rPr>
        <w:t>человека, места ценностей</w:t>
      </w:r>
      <w:r>
        <w:rPr>
          <w:rFonts w:ascii="Times New Roman" w:hAnsi="Times New Roman"/>
          <w:sz w:val="24"/>
          <w:szCs w:val="24"/>
        </w:rPr>
        <w:t xml:space="preserve"> в мотивационной структуре лич</w:t>
      </w:r>
      <w:r w:rsidRPr="00677457">
        <w:rPr>
          <w:rFonts w:ascii="Times New Roman" w:hAnsi="Times New Roman"/>
          <w:sz w:val="24"/>
          <w:szCs w:val="24"/>
        </w:rPr>
        <w:t xml:space="preserve">ности, их значения в </w:t>
      </w:r>
      <w:r>
        <w:rPr>
          <w:rFonts w:ascii="Times New Roman" w:hAnsi="Times New Roman"/>
          <w:sz w:val="24"/>
          <w:szCs w:val="24"/>
        </w:rPr>
        <w:t>жизни человека и развитии обще</w:t>
      </w:r>
      <w:r w:rsidRPr="00677457">
        <w:rPr>
          <w:rFonts w:ascii="Times New Roman" w:hAnsi="Times New Roman"/>
          <w:sz w:val="24"/>
          <w:szCs w:val="24"/>
        </w:rPr>
        <w:t>ства;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знание основных нравст</w:t>
      </w:r>
      <w:r>
        <w:rPr>
          <w:rFonts w:ascii="Times New Roman" w:hAnsi="Times New Roman"/>
          <w:sz w:val="24"/>
          <w:szCs w:val="24"/>
        </w:rPr>
        <w:t xml:space="preserve">венных и правовых понятий, норм </w:t>
      </w:r>
      <w:r w:rsidRPr="00677457">
        <w:rPr>
          <w:rFonts w:ascii="Times New Roman" w:hAnsi="Times New Roman"/>
          <w:sz w:val="24"/>
          <w:szCs w:val="24"/>
        </w:rPr>
        <w:t>и правил, понимание их р</w:t>
      </w:r>
      <w:r>
        <w:rPr>
          <w:rFonts w:ascii="Times New Roman" w:hAnsi="Times New Roman"/>
          <w:sz w:val="24"/>
          <w:szCs w:val="24"/>
        </w:rPr>
        <w:t>оли как решающих регуляторов об</w:t>
      </w:r>
      <w:r w:rsidRPr="00677457">
        <w:rPr>
          <w:rFonts w:ascii="Times New Roman" w:hAnsi="Times New Roman"/>
          <w:sz w:val="24"/>
          <w:szCs w:val="24"/>
        </w:rPr>
        <w:t>щественной жизни; умение применять эти нормы и правила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к анализу и оценке реал</w:t>
      </w:r>
      <w:r>
        <w:rPr>
          <w:rFonts w:ascii="Times New Roman" w:hAnsi="Times New Roman"/>
          <w:sz w:val="24"/>
          <w:szCs w:val="24"/>
        </w:rPr>
        <w:t>ьных социальных ситуаций; уста</w:t>
      </w:r>
      <w:r w:rsidRPr="00677457">
        <w:rPr>
          <w:rFonts w:ascii="Times New Roman" w:hAnsi="Times New Roman"/>
          <w:sz w:val="24"/>
          <w:szCs w:val="24"/>
        </w:rPr>
        <w:t>новка на необходимость руководст</w:t>
      </w:r>
      <w:r>
        <w:rPr>
          <w:rFonts w:ascii="Times New Roman" w:hAnsi="Times New Roman"/>
          <w:sz w:val="24"/>
          <w:szCs w:val="24"/>
        </w:rPr>
        <w:t xml:space="preserve">воваться этими нормами </w:t>
      </w:r>
      <w:r w:rsidRPr="00677457">
        <w:rPr>
          <w:rFonts w:ascii="Times New Roman" w:hAnsi="Times New Roman"/>
          <w:sz w:val="24"/>
          <w:szCs w:val="24"/>
        </w:rPr>
        <w:t>и правилами в собственной повседневной жизни;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приверженность гуманис</w:t>
      </w:r>
      <w:r>
        <w:rPr>
          <w:rFonts w:ascii="Times New Roman" w:hAnsi="Times New Roman"/>
          <w:sz w:val="24"/>
          <w:szCs w:val="24"/>
        </w:rPr>
        <w:t>тическим и демократическим цен</w:t>
      </w:r>
      <w:r w:rsidRPr="00677457">
        <w:rPr>
          <w:rFonts w:ascii="Times New Roman" w:hAnsi="Times New Roman"/>
          <w:sz w:val="24"/>
          <w:szCs w:val="24"/>
        </w:rPr>
        <w:t>ностям, патриотизм и гражданственность;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знание особенностей тру</w:t>
      </w:r>
      <w:r>
        <w:rPr>
          <w:rFonts w:ascii="Times New Roman" w:hAnsi="Times New Roman"/>
          <w:sz w:val="24"/>
          <w:szCs w:val="24"/>
        </w:rPr>
        <w:t xml:space="preserve">да как одного из основных видов </w:t>
      </w:r>
      <w:r w:rsidRPr="00677457">
        <w:rPr>
          <w:rFonts w:ascii="Times New Roman" w:hAnsi="Times New Roman"/>
          <w:sz w:val="24"/>
          <w:szCs w:val="24"/>
        </w:rPr>
        <w:t xml:space="preserve">деятельности человека, основных </w:t>
      </w:r>
      <w:r>
        <w:rPr>
          <w:rFonts w:ascii="Times New Roman" w:hAnsi="Times New Roman"/>
          <w:sz w:val="24"/>
          <w:szCs w:val="24"/>
        </w:rPr>
        <w:t>требований трудовой эти</w:t>
      </w:r>
      <w:r w:rsidRPr="00677457">
        <w:rPr>
          <w:rFonts w:ascii="Times New Roman" w:hAnsi="Times New Roman"/>
          <w:sz w:val="24"/>
          <w:szCs w:val="24"/>
        </w:rPr>
        <w:t>ки в современном общест</w:t>
      </w:r>
      <w:r>
        <w:rPr>
          <w:rFonts w:ascii="Times New Roman" w:hAnsi="Times New Roman"/>
          <w:sz w:val="24"/>
          <w:szCs w:val="24"/>
        </w:rPr>
        <w:t xml:space="preserve">ве, правовых норм, регулирующих </w:t>
      </w:r>
      <w:r w:rsidRPr="00677457">
        <w:rPr>
          <w:rFonts w:ascii="Times New Roman" w:hAnsi="Times New Roman"/>
          <w:sz w:val="24"/>
          <w:szCs w:val="24"/>
        </w:rPr>
        <w:t>трудовую д</w:t>
      </w:r>
      <w:r>
        <w:rPr>
          <w:rFonts w:ascii="Times New Roman" w:hAnsi="Times New Roman"/>
          <w:sz w:val="24"/>
          <w:szCs w:val="24"/>
        </w:rPr>
        <w:t>еятельность несовершеннолетних;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понимание значения тру</w:t>
      </w:r>
      <w:r>
        <w:rPr>
          <w:rFonts w:ascii="Times New Roman" w:hAnsi="Times New Roman"/>
          <w:sz w:val="24"/>
          <w:szCs w:val="24"/>
        </w:rPr>
        <w:t xml:space="preserve">довой деятельности для личности </w:t>
      </w:r>
      <w:r w:rsidRPr="00677457">
        <w:rPr>
          <w:rFonts w:ascii="Times New Roman" w:hAnsi="Times New Roman"/>
          <w:sz w:val="24"/>
          <w:szCs w:val="24"/>
        </w:rPr>
        <w:t>и для общества;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 xml:space="preserve">•  понимание специфики </w:t>
      </w:r>
      <w:r>
        <w:rPr>
          <w:rFonts w:ascii="Times New Roman" w:hAnsi="Times New Roman"/>
          <w:sz w:val="24"/>
          <w:szCs w:val="24"/>
        </w:rPr>
        <w:t>познания мира средствами искус</w:t>
      </w:r>
      <w:r w:rsidRPr="00677457">
        <w:rPr>
          <w:rFonts w:ascii="Times New Roman" w:hAnsi="Times New Roman"/>
          <w:sz w:val="24"/>
          <w:szCs w:val="24"/>
        </w:rPr>
        <w:t>ства в соотнесении с другими способами познания;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понимание роли искус</w:t>
      </w:r>
      <w:r>
        <w:rPr>
          <w:rFonts w:ascii="Times New Roman" w:hAnsi="Times New Roman"/>
          <w:sz w:val="24"/>
          <w:szCs w:val="24"/>
        </w:rPr>
        <w:t xml:space="preserve">ства в становлении личности и в </w:t>
      </w:r>
      <w:r w:rsidRPr="00677457">
        <w:rPr>
          <w:rFonts w:ascii="Times New Roman" w:hAnsi="Times New Roman"/>
          <w:sz w:val="24"/>
          <w:szCs w:val="24"/>
        </w:rPr>
        <w:t>жизни общества;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знание определяющих</w:t>
      </w:r>
      <w:r>
        <w:rPr>
          <w:rFonts w:ascii="Times New Roman" w:hAnsi="Times New Roman"/>
          <w:sz w:val="24"/>
          <w:szCs w:val="24"/>
        </w:rPr>
        <w:t xml:space="preserve"> признаков коммуникативной дея</w:t>
      </w:r>
      <w:r w:rsidRPr="00677457">
        <w:rPr>
          <w:rFonts w:ascii="Times New Roman" w:hAnsi="Times New Roman"/>
          <w:sz w:val="24"/>
          <w:szCs w:val="24"/>
        </w:rPr>
        <w:t>тельности в сравнении с другими видами деятельности;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знание новых возможностей для</w:t>
      </w:r>
      <w:r>
        <w:rPr>
          <w:rFonts w:ascii="Times New Roman" w:hAnsi="Times New Roman"/>
          <w:sz w:val="24"/>
          <w:szCs w:val="24"/>
        </w:rPr>
        <w:t xml:space="preserve"> коммуникации в совре</w:t>
      </w:r>
      <w:r w:rsidRPr="00677457">
        <w:rPr>
          <w:rFonts w:ascii="Times New Roman" w:hAnsi="Times New Roman"/>
          <w:sz w:val="24"/>
          <w:szCs w:val="24"/>
        </w:rPr>
        <w:t>менном обществе; умение</w:t>
      </w:r>
      <w:r>
        <w:rPr>
          <w:rFonts w:ascii="Times New Roman" w:hAnsi="Times New Roman"/>
          <w:sz w:val="24"/>
          <w:szCs w:val="24"/>
        </w:rPr>
        <w:t xml:space="preserve"> использовать современные сред</w:t>
      </w:r>
      <w:r w:rsidRPr="00677457">
        <w:rPr>
          <w:rFonts w:ascii="Times New Roman" w:hAnsi="Times New Roman"/>
          <w:sz w:val="24"/>
          <w:szCs w:val="24"/>
        </w:rPr>
        <w:t>ства связи и коммуникац</w:t>
      </w:r>
      <w:r>
        <w:rPr>
          <w:rFonts w:ascii="Times New Roman" w:hAnsi="Times New Roman"/>
          <w:sz w:val="24"/>
          <w:szCs w:val="24"/>
        </w:rPr>
        <w:t>ии для поиска и обработки необ</w:t>
      </w:r>
      <w:r w:rsidRPr="00677457">
        <w:rPr>
          <w:rFonts w:ascii="Times New Roman" w:hAnsi="Times New Roman"/>
          <w:sz w:val="24"/>
          <w:szCs w:val="24"/>
        </w:rPr>
        <w:t>ходимой социальной информации;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понимание языка массо</w:t>
      </w:r>
      <w:r>
        <w:rPr>
          <w:rFonts w:ascii="Times New Roman" w:hAnsi="Times New Roman"/>
          <w:sz w:val="24"/>
          <w:szCs w:val="24"/>
        </w:rPr>
        <w:t>вой социально-политической ком</w:t>
      </w:r>
      <w:r w:rsidRPr="00677457">
        <w:rPr>
          <w:rFonts w:ascii="Times New Roman" w:hAnsi="Times New Roman"/>
          <w:sz w:val="24"/>
          <w:szCs w:val="24"/>
        </w:rPr>
        <w:t xml:space="preserve">муникации, позволяющее </w:t>
      </w:r>
      <w:r>
        <w:rPr>
          <w:rFonts w:ascii="Times New Roman" w:hAnsi="Times New Roman"/>
          <w:sz w:val="24"/>
          <w:szCs w:val="24"/>
        </w:rPr>
        <w:t>осознанно воспринимать соответ</w:t>
      </w:r>
      <w:r w:rsidRPr="00677457">
        <w:rPr>
          <w:rFonts w:ascii="Times New Roman" w:hAnsi="Times New Roman"/>
          <w:sz w:val="24"/>
          <w:szCs w:val="24"/>
        </w:rPr>
        <w:t>ствующую информацию; у</w:t>
      </w:r>
      <w:r>
        <w:rPr>
          <w:rFonts w:ascii="Times New Roman" w:hAnsi="Times New Roman"/>
          <w:sz w:val="24"/>
          <w:szCs w:val="24"/>
        </w:rPr>
        <w:t>мение различать факты, аргумен</w:t>
      </w:r>
      <w:r w:rsidRPr="00677457">
        <w:rPr>
          <w:rFonts w:ascii="Times New Roman" w:hAnsi="Times New Roman"/>
          <w:sz w:val="24"/>
          <w:szCs w:val="24"/>
        </w:rPr>
        <w:t>ты, оценочные суждения;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понимание значения к</w:t>
      </w:r>
      <w:r>
        <w:rPr>
          <w:rFonts w:ascii="Times New Roman" w:hAnsi="Times New Roman"/>
          <w:sz w:val="24"/>
          <w:szCs w:val="24"/>
        </w:rPr>
        <w:t>оммуникации в межличностном об</w:t>
      </w:r>
      <w:r w:rsidRPr="00677457">
        <w:rPr>
          <w:rFonts w:ascii="Times New Roman" w:hAnsi="Times New Roman"/>
          <w:sz w:val="24"/>
          <w:szCs w:val="24"/>
        </w:rPr>
        <w:t>щении;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умение взаимодействов</w:t>
      </w:r>
      <w:r>
        <w:rPr>
          <w:rFonts w:ascii="Times New Roman" w:hAnsi="Times New Roman"/>
          <w:sz w:val="24"/>
          <w:szCs w:val="24"/>
        </w:rPr>
        <w:t xml:space="preserve">ать в ходе выполнения групповой </w:t>
      </w:r>
      <w:r w:rsidRPr="00677457">
        <w:rPr>
          <w:rFonts w:ascii="Times New Roman" w:hAnsi="Times New Roman"/>
          <w:sz w:val="24"/>
          <w:szCs w:val="24"/>
        </w:rPr>
        <w:t>работы, вести диалог, учас</w:t>
      </w:r>
      <w:r>
        <w:rPr>
          <w:rFonts w:ascii="Times New Roman" w:hAnsi="Times New Roman"/>
          <w:sz w:val="24"/>
          <w:szCs w:val="24"/>
        </w:rPr>
        <w:t>твовать в дискуссии, аргументи</w:t>
      </w:r>
      <w:r w:rsidRPr="00677457">
        <w:rPr>
          <w:rFonts w:ascii="Times New Roman" w:hAnsi="Times New Roman"/>
          <w:sz w:val="24"/>
          <w:szCs w:val="24"/>
        </w:rPr>
        <w:t>ровать собственную точку зрения;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знакомство с отдельны</w:t>
      </w:r>
      <w:r>
        <w:rPr>
          <w:rFonts w:ascii="Times New Roman" w:hAnsi="Times New Roman"/>
          <w:sz w:val="24"/>
          <w:szCs w:val="24"/>
        </w:rPr>
        <w:t>ми приёмами и техниками преодо</w:t>
      </w:r>
      <w:r w:rsidRPr="00677457">
        <w:rPr>
          <w:rFonts w:ascii="Times New Roman" w:hAnsi="Times New Roman"/>
          <w:sz w:val="24"/>
          <w:szCs w:val="24"/>
        </w:rPr>
        <w:t>ления конфликтов;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•  ценностные ориентиры,</w:t>
      </w:r>
      <w:r>
        <w:rPr>
          <w:rFonts w:ascii="Times New Roman" w:hAnsi="Times New Roman"/>
          <w:sz w:val="24"/>
          <w:szCs w:val="24"/>
        </w:rPr>
        <w:t xml:space="preserve"> основанные на идеях патриотиз</w:t>
      </w:r>
      <w:r w:rsidRPr="00677457">
        <w:rPr>
          <w:rFonts w:ascii="Times New Roman" w:hAnsi="Times New Roman"/>
          <w:sz w:val="24"/>
          <w:szCs w:val="24"/>
        </w:rPr>
        <w:t>ма, любви и уважения к Отечеству; на отн</w:t>
      </w:r>
      <w:r>
        <w:rPr>
          <w:rFonts w:ascii="Times New Roman" w:hAnsi="Times New Roman"/>
          <w:sz w:val="24"/>
          <w:szCs w:val="24"/>
        </w:rPr>
        <w:t>ошении к чело</w:t>
      </w:r>
      <w:r w:rsidRPr="00677457">
        <w:rPr>
          <w:rFonts w:ascii="Times New Roman" w:hAnsi="Times New Roman"/>
          <w:sz w:val="24"/>
          <w:szCs w:val="24"/>
        </w:rPr>
        <w:t>веку, его правам и свободам как к высшей ценности; на</w:t>
      </w:r>
    </w:p>
    <w:p w:rsidR="004A329C" w:rsidRPr="00677457" w:rsidRDefault="004A329C" w:rsidP="0067745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677457">
        <w:rPr>
          <w:rFonts w:ascii="Times New Roman" w:hAnsi="Times New Roman"/>
          <w:sz w:val="24"/>
          <w:szCs w:val="24"/>
        </w:rPr>
        <w:t>стремлении к укреплению</w:t>
      </w:r>
      <w:r>
        <w:rPr>
          <w:rFonts w:ascii="Times New Roman" w:hAnsi="Times New Roman"/>
          <w:sz w:val="24"/>
          <w:szCs w:val="24"/>
        </w:rPr>
        <w:t xml:space="preserve"> исторически сложившегося госу</w:t>
      </w:r>
      <w:r w:rsidRPr="00677457">
        <w:rPr>
          <w:rFonts w:ascii="Times New Roman" w:hAnsi="Times New Roman"/>
          <w:sz w:val="24"/>
          <w:szCs w:val="24"/>
        </w:rPr>
        <w:t>дарственного единства; на</w:t>
      </w:r>
      <w:r>
        <w:rPr>
          <w:rFonts w:ascii="Times New Roman" w:hAnsi="Times New Roman"/>
          <w:sz w:val="24"/>
          <w:szCs w:val="24"/>
        </w:rPr>
        <w:t xml:space="preserve"> признании равноправия народов, </w:t>
      </w:r>
      <w:r w:rsidRPr="00677457">
        <w:rPr>
          <w:rFonts w:ascii="Times New Roman" w:hAnsi="Times New Roman"/>
          <w:sz w:val="24"/>
          <w:szCs w:val="24"/>
        </w:rPr>
        <w:t>единства разнообразных ку</w:t>
      </w:r>
      <w:r>
        <w:rPr>
          <w:rFonts w:ascii="Times New Roman" w:hAnsi="Times New Roman"/>
          <w:sz w:val="24"/>
          <w:szCs w:val="24"/>
        </w:rPr>
        <w:t>льтур; на убеждённости в важно</w:t>
      </w:r>
      <w:r w:rsidRPr="00677457">
        <w:rPr>
          <w:rFonts w:ascii="Times New Roman" w:hAnsi="Times New Roman"/>
          <w:sz w:val="24"/>
          <w:szCs w:val="24"/>
        </w:rPr>
        <w:t xml:space="preserve">сти для общества семьи и </w:t>
      </w:r>
      <w:r>
        <w:rPr>
          <w:rFonts w:ascii="Times New Roman" w:hAnsi="Times New Roman"/>
          <w:sz w:val="24"/>
          <w:szCs w:val="24"/>
        </w:rPr>
        <w:t xml:space="preserve">семейных традиций; на осознании </w:t>
      </w:r>
      <w:r w:rsidRPr="00677457">
        <w:rPr>
          <w:rFonts w:ascii="Times New Roman" w:hAnsi="Times New Roman"/>
          <w:sz w:val="24"/>
          <w:szCs w:val="24"/>
        </w:rPr>
        <w:t>необходимости поддержани</w:t>
      </w:r>
      <w:r>
        <w:rPr>
          <w:rFonts w:ascii="Times New Roman" w:hAnsi="Times New Roman"/>
          <w:sz w:val="24"/>
          <w:szCs w:val="24"/>
        </w:rPr>
        <w:t xml:space="preserve">я гражданского мира и согласия, </w:t>
      </w:r>
      <w:r w:rsidRPr="00677457">
        <w:rPr>
          <w:rFonts w:ascii="Times New Roman" w:hAnsi="Times New Roman"/>
          <w:sz w:val="24"/>
          <w:szCs w:val="24"/>
        </w:rPr>
        <w:t xml:space="preserve">своей ответственности за </w:t>
      </w:r>
      <w:r>
        <w:rPr>
          <w:rFonts w:ascii="Times New Roman" w:hAnsi="Times New Roman"/>
          <w:sz w:val="24"/>
          <w:szCs w:val="24"/>
        </w:rPr>
        <w:t xml:space="preserve">судьбу страны перед нынешними и </w:t>
      </w:r>
      <w:r w:rsidRPr="00677457">
        <w:rPr>
          <w:rFonts w:ascii="Times New Roman" w:hAnsi="Times New Roman"/>
          <w:sz w:val="24"/>
          <w:szCs w:val="24"/>
        </w:rPr>
        <w:t>грядущими поколениями.</w:t>
      </w:r>
    </w:p>
    <w:p w:rsidR="004A329C" w:rsidRPr="00CB71C3" w:rsidRDefault="004A329C" w:rsidP="00CB71C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4A329C" w:rsidRPr="00CB71C3" w:rsidRDefault="004A329C" w:rsidP="00CB71C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71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4A329C" w:rsidRPr="00CB71C3" w:rsidRDefault="004A329C" w:rsidP="00CB71C3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4A329C" w:rsidRPr="00CB71C3" w:rsidRDefault="004A329C" w:rsidP="00CB71C3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4A329C" w:rsidRPr="00CB71C3" w:rsidRDefault="004A329C" w:rsidP="00CB71C3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4A329C" w:rsidRPr="00CB71C3" w:rsidRDefault="004A329C" w:rsidP="00CB71C3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приводить примеры основных видов деятельности человека;</w:t>
      </w:r>
    </w:p>
    <w:p w:rsidR="004A329C" w:rsidRPr="00CB71C3" w:rsidRDefault="004A329C" w:rsidP="00CB71C3">
      <w:pPr>
        <w:numPr>
          <w:ilvl w:val="0"/>
          <w:numId w:val="18"/>
        </w:numPr>
        <w:shd w:val="clear" w:color="auto" w:fill="FFFFFF"/>
        <w:tabs>
          <w:tab w:val="left" w:pos="993"/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4A329C" w:rsidRPr="00CB71C3" w:rsidRDefault="004A329C" w:rsidP="00CB71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Общество</w:t>
      </w:r>
    </w:p>
    <w:p w:rsidR="004A329C" w:rsidRPr="00CB71C3" w:rsidRDefault="004A329C" w:rsidP="00CB71C3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71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4A329C" w:rsidRPr="00CB71C3" w:rsidRDefault="004A329C" w:rsidP="00CB71C3">
      <w:pPr>
        <w:numPr>
          <w:ilvl w:val="0"/>
          <w:numId w:val="8"/>
        </w:numPr>
        <w:shd w:val="clear" w:color="auto" w:fill="FFFFFF"/>
        <w:tabs>
          <w:tab w:val="left" w:pos="2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4A329C" w:rsidRPr="00CB71C3" w:rsidRDefault="004A329C" w:rsidP="00CB71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4A329C" w:rsidRPr="00CB71C3" w:rsidRDefault="004A329C" w:rsidP="00CB71C3">
      <w:pPr>
        <w:shd w:val="clear" w:color="auto" w:fill="FFFFFF"/>
        <w:tabs>
          <w:tab w:val="left" w:pos="10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71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различать отдельные виды социальных норм;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характеризовать основные нормы морали;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характеризовать специфику норм права;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раскрывать сущность процесса социализации личности;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объяснять причины отклоняющегося поведения;</w:t>
      </w:r>
    </w:p>
    <w:p w:rsidR="004A329C" w:rsidRPr="00CB71C3" w:rsidRDefault="004A329C" w:rsidP="00CB71C3">
      <w:pPr>
        <w:numPr>
          <w:ilvl w:val="0"/>
          <w:numId w:val="9"/>
        </w:numPr>
        <w:shd w:val="clear" w:color="auto" w:fill="FFFFFF"/>
        <w:tabs>
          <w:tab w:val="left" w:pos="102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4A329C" w:rsidRPr="00CB71C3" w:rsidRDefault="004A329C" w:rsidP="00CB71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4A329C" w:rsidRPr="00CB71C3" w:rsidRDefault="004A329C" w:rsidP="00CB71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явления духовной культуры;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4A329C" w:rsidRPr="00CB71C3" w:rsidRDefault="004A329C" w:rsidP="00CB71C3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</w:p>
    <w:p w:rsidR="004A329C" w:rsidRPr="00CB71C3" w:rsidRDefault="004A329C" w:rsidP="00CB71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Социальная сфера</w:t>
      </w:r>
    </w:p>
    <w:p w:rsidR="004A329C" w:rsidRPr="00CB71C3" w:rsidRDefault="004A329C" w:rsidP="00CB71C3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4A329C" w:rsidRPr="00CB71C3" w:rsidRDefault="004A329C" w:rsidP="00CB71C3">
      <w:pPr>
        <w:numPr>
          <w:ilvl w:val="0"/>
          <w:numId w:val="11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4A329C" w:rsidRPr="00CB71C3" w:rsidRDefault="004A329C" w:rsidP="00CB71C3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b/>
          <w:sz w:val="24"/>
          <w:szCs w:val="24"/>
        </w:rPr>
        <w:t>Политическая сфера жизни общества</w:t>
      </w:r>
    </w:p>
    <w:p w:rsidR="004A329C" w:rsidRPr="00CB71C3" w:rsidRDefault="004A329C" w:rsidP="00CB71C3">
      <w:p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71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12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объяснять роль политики в жизни общества;</w:t>
      </w:r>
    </w:p>
    <w:p w:rsidR="004A329C" w:rsidRPr="00CB71C3" w:rsidRDefault="004A329C" w:rsidP="00CB71C3">
      <w:pPr>
        <w:numPr>
          <w:ilvl w:val="0"/>
          <w:numId w:val="12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4A329C" w:rsidRPr="00CB71C3" w:rsidRDefault="004A329C" w:rsidP="00CB71C3">
      <w:pPr>
        <w:numPr>
          <w:ilvl w:val="0"/>
          <w:numId w:val="12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4A329C" w:rsidRPr="00CB71C3" w:rsidRDefault="004A329C" w:rsidP="00CB71C3">
      <w:pPr>
        <w:numPr>
          <w:ilvl w:val="0"/>
          <w:numId w:val="12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4A329C" w:rsidRPr="00CB71C3" w:rsidRDefault="004A329C" w:rsidP="00CB71C3">
      <w:pPr>
        <w:numPr>
          <w:ilvl w:val="0"/>
          <w:numId w:val="12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4A329C" w:rsidRPr="00CB71C3" w:rsidRDefault="004A329C" w:rsidP="00CB71C3">
      <w:pPr>
        <w:numPr>
          <w:ilvl w:val="0"/>
          <w:numId w:val="12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4A329C" w:rsidRPr="00CB71C3" w:rsidRDefault="004A329C" w:rsidP="00CB71C3">
      <w:pPr>
        <w:numPr>
          <w:ilvl w:val="0"/>
          <w:numId w:val="12"/>
        </w:numPr>
        <w:tabs>
          <w:tab w:val="left" w:pos="102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:rsidR="004A329C" w:rsidRPr="00CB71C3" w:rsidRDefault="004A329C" w:rsidP="00CB71C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4A329C" w:rsidRPr="00CB71C3" w:rsidRDefault="004A329C" w:rsidP="00CB71C3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4A329C" w:rsidRPr="00CB71C3" w:rsidRDefault="004A329C" w:rsidP="00CB71C3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4A329C" w:rsidRPr="00CB71C3" w:rsidRDefault="004A329C" w:rsidP="00CB71C3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4A329C" w:rsidRPr="00CB71C3" w:rsidRDefault="004A329C" w:rsidP="00CB71C3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4A329C" w:rsidRPr="00CB71C3" w:rsidRDefault="004A329C" w:rsidP="00CB71C3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4A329C" w:rsidRPr="00CB71C3" w:rsidRDefault="004A329C" w:rsidP="00CB71C3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4A329C" w:rsidRPr="00CB71C3" w:rsidRDefault="004A329C" w:rsidP="00CB71C3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CB71C3">
        <w:rPr>
          <w:rFonts w:ascii="Times New Roman" w:hAnsi="Times New Roman"/>
          <w:bCs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4A329C" w:rsidRPr="00CB71C3" w:rsidRDefault="004A329C" w:rsidP="00CB71C3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4A329C" w:rsidRPr="00CB71C3" w:rsidRDefault="004A329C" w:rsidP="00CB71C3">
      <w:p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71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систему российского законодательства;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гражданские правоотношения;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раскрывать смысл права на труд;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объяснять роль трудового договора;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конкретизировать примерами виды преступлений и наказания за них;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4A329C" w:rsidRPr="00CB71C3" w:rsidRDefault="004A329C" w:rsidP="00CB71C3">
      <w:pPr>
        <w:numPr>
          <w:ilvl w:val="0"/>
          <w:numId w:val="14"/>
        </w:numPr>
        <w:tabs>
          <w:tab w:val="left" w:pos="99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CB71C3">
        <w:rPr>
          <w:rFonts w:ascii="Times New Roman" w:hAnsi="Times New Roman"/>
          <w:sz w:val="24"/>
          <w:szCs w:val="24"/>
        </w:rPr>
        <w:t>.</w:t>
      </w:r>
    </w:p>
    <w:p w:rsidR="004A329C" w:rsidRPr="00CB71C3" w:rsidRDefault="004A329C" w:rsidP="00CB71C3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Экономика</w:t>
      </w:r>
    </w:p>
    <w:p w:rsidR="004A329C" w:rsidRPr="00CB71C3" w:rsidRDefault="004A329C" w:rsidP="00CB71C3">
      <w:pPr>
        <w:tabs>
          <w:tab w:val="left" w:pos="12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B71C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A329C" w:rsidRPr="00CB71C3" w:rsidRDefault="004A329C" w:rsidP="00CB71C3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объяснять проблему ограниченности экономических ресурсов;</w:t>
      </w:r>
    </w:p>
    <w:p w:rsidR="004A329C" w:rsidRPr="00CB71C3" w:rsidRDefault="004A329C" w:rsidP="00CB71C3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4A329C" w:rsidRPr="00CB71C3" w:rsidRDefault="004A329C" w:rsidP="00CB71C3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раскрывать факторы, влияющие на производительность труда;</w:t>
      </w:r>
    </w:p>
    <w:p w:rsidR="004A329C" w:rsidRPr="00CB71C3" w:rsidRDefault="004A329C" w:rsidP="00CB71C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4A329C" w:rsidRPr="00CB71C3" w:rsidRDefault="004A329C" w:rsidP="00CB71C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4A329C" w:rsidRPr="00CB71C3" w:rsidRDefault="004A329C" w:rsidP="00CB71C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4A329C" w:rsidRPr="00CB71C3" w:rsidRDefault="004A329C" w:rsidP="00CB71C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называть и конкретизировать примерами виды налогов;</w:t>
      </w:r>
    </w:p>
    <w:p w:rsidR="004A329C" w:rsidRPr="00CB71C3" w:rsidRDefault="004A329C" w:rsidP="00CB71C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характеризовать функции денег и их роль в экономике;</w:t>
      </w:r>
    </w:p>
    <w:p w:rsidR="004A329C" w:rsidRPr="00CB71C3" w:rsidRDefault="004A329C" w:rsidP="00CB71C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раскрывать социально-экономическую роль и функции предпринимательства;</w:t>
      </w:r>
    </w:p>
    <w:p w:rsidR="004A329C" w:rsidRPr="00CB71C3" w:rsidRDefault="004A329C" w:rsidP="00CB71C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4A329C" w:rsidRPr="00CB71C3" w:rsidRDefault="004A329C" w:rsidP="00CB71C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4A329C" w:rsidRPr="00CB71C3" w:rsidRDefault="004A329C" w:rsidP="00CB71C3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4A329C" w:rsidRPr="00CB71C3" w:rsidRDefault="004A329C" w:rsidP="00CB71C3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4A329C" w:rsidRPr="00CB71C3" w:rsidRDefault="004A329C" w:rsidP="00CB71C3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4A329C" w:rsidRPr="00CB71C3" w:rsidRDefault="004A329C" w:rsidP="00CB71C3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B71C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CB71C3">
        <w:rPr>
          <w:rFonts w:ascii="Times New Roman" w:hAnsi="Times New Roman"/>
          <w:bCs/>
          <w:sz w:val="24"/>
          <w:szCs w:val="24"/>
        </w:rPr>
        <w:t>обосновывать связь профессионализма и жизненного успеха.</w:t>
      </w:r>
    </w:p>
    <w:p w:rsidR="004A329C" w:rsidRPr="005770E4" w:rsidRDefault="004A329C" w:rsidP="00CB71C3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bookmarkEnd w:id="0"/>
    <w:p w:rsidR="004A329C" w:rsidRPr="00893BF3" w:rsidRDefault="004A329C" w:rsidP="00C561E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893BF3">
        <w:rPr>
          <w:rFonts w:ascii="Times New Roman" w:hAnsi="Times New Roman"/>
          <w:b/>
          <w:sz w:val="28"/>
          <w:szCs w:val="28"/>
        </w:rPr>
        <w:t>2. Содержание учебного предмета, курса:</w:t>
      </w:r>
    </w:p>
    <w:p w:rsidR="004A329C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4A329C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B465C6">
        <w:rPr>
          <w:rFonts w:ascii="Times New Roman" w:hAnsi="Times New Roman"/>
          <w:b/>
          <w:sz w:val="24"/>
          <w:szCs w:val="24"/>
        </w:rPr>
        <w:t>2.1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B465C6">
        <w:rPr>
          <w:rFonts w:ascii="Times New Roman" w:hAnsi="Times New Roman"/>
          <w:b/>
          <w:sz w:val="24"/>
          <w:szCs w:val="24"/>
        </w:rPr>
        <w:t xml:space="preserve">Наименование разделов учебной программы и характеристика основных содержательных линий </w:t>
      </w:r>
    </w:p>
    <w:p w:rsidR="004A329C" w:rsidRPr="00B465C6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C61B2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Ч</w:t>
      </w:r>
      <w:r w:rsidRPr="00C61B2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еловек. Деятельность человека</w:t>
      </w:r>
    </w:p>
    <w:p w:rsidR="004A329C" w:rsidRPr="00C61B28" w:rsidRDefault="004A329C" w:rsidP="0012478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B28">
        <w:rPr>
          <w:rFonts w:ascii="Times New Roman" w:hAnsi="Times New Roman"/>
          <w:sz w:val="24"/>
          <w:szCs w:val="24"/>
        </w:rPr>
        <w:t xml:space="preserve">Биологическое и социальное в человеке. </w:t>
      </w:r>
      <w:r w:rsidRPr="00C61B28">
        <w:rPr>
          <w:rFonts w:ascii="Times New Roman" w:hAnsi="Times New Roman"/>
          <w:i/>
          <w:sz w:val="24"/>
          <w:szCs w:val="24"/>
        </w:rPr>
        <w:t xml:space="preserve">Черты сходства и различий человека и животного. Индивид, индивидуальность, личность. </w:t>
      </w:r>
      <w:r w:rsidRPr="00C61B28">
        <w:rPr>
          <w:rFonts w:ascii="Times New Roman" w:hAnsi="Times New Roman"/>
          <w:sz w:val="24"/>
          <w:szCs w:val="24"/>
        </w:rPr>
        <w:t xml:space="preserve">Основные возрастные периоды жизни человека. 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C61B28">
        <w:rPr>
          <w:rFonts w:ascii="Times New Roman" w:hAnsi="Times New Roman"/>
          <w:i/>
          <w:sz w:val="24"/>
          <w:szCs w:val="24"/>
        </w:rPr>
        <w:t xml:space="preserve">Личные и деловые отношения. </w:t>
      </w:r>
      <w:r w:rsidRPr="00C61B28">
        <w:rPr>
          <w:rFonts w:ascii="Times New Roman" w:hAnsi="Times New Roman"/>
          <w:sz w:val="24"/>
          <w:szCs w:val="24"/>
        </w:rPr>
        <w:t>Лидерство. Межличностные конфликты и способы их разрешения.</w:t>
      </w: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61B2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Общество</w:t>
      </w:r>
    </w:p>
    <w:p w:rsidR="004A329C" w:rsidRPr="00C61B28" w:rsidRDefault="004A329C" w:rsidP="0012478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B28">
        <w:rPr>
          <w:rFonts w:ascii="Times New Roman" w:hAnsi="Times New Roman"/>
          <w:sz w:val="24"/>
          <w:szCs w:val="24"/>
        </w:rPr>
        <w:t xml:space="preserve">Общество как форма жизнедеятельности людей. Взаимосвязь общества и природы. Развитие общества. </w:t>
      </w:r>
      <w:r w:rsidRPr="00C61B28">
        <w:rPr>
          <w:rFonts w:ascii="Times New Roman" w:hAnsi="Times New Roman"/>
          <w:i/>
          <w:sz w:val="24"/>
          <w:szCs w:val="24"/>
        </w:rPr>
        <w:t>Общественный прогресс.</w:t>
      </w:r>
      <w:r w:rsidRPr="00C61B28">
        <w:rPr>
          <w:rFonts w:ascii="Times New Roman" w:hAnsi="Times New Roman"/>
          <w:sz w:val="24"/>
          <w:szCs w:val="24"/>
        </w:rPr>
        <w:t xml:space="preserve"> 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жизнь. Современное российское общество, особенности его развития.</w:t>
      </w: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61B2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4A329C" w:rsidRPr="00C61B28" w:rsidRDefault="004A329C" w:rsidP="0012478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B28">
        <w:rPr>
          <w:rFonts w:ascii="Times New Roman" w:hAnsi="Times New Roman"/>
          <w:sz w:val="24"/>
          <w:szCs w:val="24"/>
        </w:rPr>
        <w:t xml:space="preserve">Социальные нормы как регуляторы поведения человека в обществе. </w:t>
      </w:r>
      <w:r w:rsidRPr="00C61B28">
        <w:rPr>
          <w:rFonts w:ascii="Times New Roman" w:hAnsi="Times New Roman"/>
          <w:i/>
          <w:sz w:val="24"/>
          <w:szCs w:val="24"/>
        </w:rPr>
        <w:t>Общественные нравы, традиции и обычаи.</w:t>
      </w:r>
      <w:r w:rsidRPr="00C61B28">
        <w:rPr>
          <w:rFonts w:ascii="Times New Roman" w:hAnsi="Times New Roman"/>
          <w:sz w:val="24"/>
          <w:szCs w:val="24"/>
        </w:rPr>
        <w:t xml:space="preserve"> Как усваиваются социальные нормы. Общественные ценности. Гражданственность и патриотизм. 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C61B28">
        <w:rPr>
          <w:rFonts w:ascii="Times New Roman" w:hAnsi="Times New Roman"/>
          <w:i/>
          <w:sz w:val="24"/>
          <w:szCs w:val="24"/>
        </w:rPr>
        <w:t xml:space="preserve">Особенности социализации в подростковом возрасте. </w:t>
      </w:r>
      <w:r w:rsidRPr="00C61B28">
        <w:rPr>
          <w:rFonts w:ascii="Times New Roman" w:hAnsi="Times New Roman"/>
          <w:sz w:val="24"/>
          <w:szCs w:val="24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61B2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Сфера духовной культуры</w:t>
      </w:r>
    </w:p>
    <w:p w:rsidR="004A329C" w:rsidRPr="00C61B28" w:rsidRDefault="004A329C" w:rsidP="00124785">
      <w:pPr>
        <w:tabs>
          <w:tab w:val="left" w:pos="131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61B28">
        <w:rPr>
          <w:rFonts w:ascii="Times New Roman" w:hAnsi="Times New Roman"/>
          <w:bCs/>
          <w:sz w:val="24"/>
          <w:szCs w:val="24"/>
        </w:rPr>
        <w:t xml:space="preserve">Культура, ее многообразие и основные формы. </w:t>
      </w:r>
      <w:r w:rsidRPr="00C61B28">
        <w:rPr>
          <w:rFonts w:ascii="Times New Roman" w:hAnsi="Times New Roman"/>
          <w:sz w:val="24"/>
          <w:szCs w:val="24"/>
        </w:rPr>
        <w:t xml:space="preserve">Наука в жизни современного общества. </w:t>
      </w:r>
      <w:r w:rsidRPr="00C61B28">
        <w:rPr>
          <w:rFonts w:ascii="Times New Roman" w:hAnsi="Times New Roman"/>
          <w:i/>
          <w:sz w:val="24"/>
          <w:szCs w:val="24"/>
        </w:rPr>
        <w:t>Научно-технический прогресс в современном обществе.</w:t>
      </w:r>
      <w:r w:rsidRPr="00C61B28">
        <w:rPr>
          <w:rFonts w:ascii="Times New Roman" w:hAnsi="Times New Roman"/>
          <w:sz w:val="24"/>
          <w:szCs w:val="24"/>
        </w:rPr>
        <w:t xml:space="preserve"> Развитие 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</w:t>
      </w:r>
      <w:r w:rsidRPr="00C61B28">
        <w:rPr>
          <w:rFonts w:ascii="Times New Roman" w:hAnsi="Times New Roman"/>
          <w:i/>
          <w:sz w:val="24"/>
          <w:szCs w:val="24"/>
        </w:rPr>
        <w:t>Государственная итоговая аттестация</w:t>
      </w:r>
      <w:r w:rsidRPr="00C61B28">
        <w:rPr>
          <w:rFonts w:ascii="Times New Roman" w:hAnsi="Times New Roman"/>
          <w:sz w:val="24"/>
          <w:szCs w:val="24"/>
        </w:rPr>
        <w:t>. Самообразование.</w:t>
      </w:r>
      <w:r w:rsidRPr="00C61B28">
        <w:rPr>
          <w:rFonts w:ascii="Times New Roman" w:hAnsi="Times New Roman"/>
          <w:b/>
          <w:sz w:val="24"/>
          <w:szCs w:val="24"/>
        </w:rPr>
        <w:t xml:space="preserve"> </w:t>
      </w:r>
      <w:r w:rsidRPr="00C61B28">
        <w:rPr>
          <w:rFonts w:ascii="Times New Roman" w:hAnsi="Times New Roman"/>
          <w:sz w:val="24"/>
          <w:szCs w:val="24"/>
        </w:rPr>
        <w:t xml:space="preserve">Религия как форма культуры. </w:t>
      </w:r>
      <w:r w:rsidRPr="00C61B28">
        <w:rPr>
          <w:rFonts w:ascii="Times New Roman" w:hAnsi="Times New Roman"/>
          <w:i/>
          <w:sz w:val="24"/>
          <w:szCs w:val="24"/>
        </w:rPr>
        <w:t>Мировые религии.</w:t>
      </w:r>
      <w:r w:rsidRPr="00C61B28">
        <w:rPr>
          <w:rFonts w:ascii="Times New Roman" w:hAnsi="Times New Roman"/>
          <w:sz w:val="24"/>
          <w:szCs w:val="24"/>
        </w:rPr>
        <w:t xml:space="preserve"> Роль религии в жизни общества. Свобода совести. Искусство как элемент духовной культуры общества. </w:t>
      </w:r>
      <w:r w:rsidRPr="00C61B28">
        <w:rPr>
          <w:rFonts w:ascii="Times New Roman" w:hAnsi="Times New Roman"/>
          <w:i/>
          <w:sz w:val="24"/>
          <w:szCs w:val="24"/>
        </w:rPr>
        <w:t>Влияние искусства на развитие личности.</w:t>
      </w: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61B2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Социальная сфера жизни общества</w:t>
      </w:r>
    </w:p>
    <w:p w:rsidR="004A329C" w:rsidRPr="00C61B28" w:rsidRDefault="004A329C" w:rsidP="0012478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B28">
        <w:rPr>
          <w:rFonts w:ascii="Times New Roman" w:hAnsi="Times New Roman"/>
          <w:bCs/>
          <w:sz w:val="24"/>
          <w:szCs w:val="24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 w:rsidRPr="00C61B28">
        <w:rPr>
          <w:rFonts w:ascii="Times New Roman" w:hAnsi="Times New Roman"/>
          <w:bCs/>
          <w:i/>
          <w:sz w:val="24"/>
          <w:szCs w:val="24"/>
        </w:rPr>
        <w:t xml:space="preserve">Досуг семьи. </w:t>
      </w:r>
      <w:r w:rsidRPr="00C61B28">
        <w:rPr>
          <w:rFonts w:ascii="Times New Roman" w:hAnsi="Times New Roman"/>
          <w:bCs/>
          <w:sz w:val="24"/>
          <w:szCs w:val="24"/>
        </w:rPr>
        <w:t xml:space="preserve">Социальные конфликты и пути их разрешения. Этнос и нация. </w:t>
      </w:r>
      <w:r w:rsidRPr="00C61B28">
        <w:rPr>
          <w:rFonts w:ascii="Times New Roman" w:hAnsi="Times New Roman"/>
          <w:i/>
          <w:sz w:val="24"/>
          <w:szCs w:val="24"/>
        </w:rPr>
        <w:t>Национальное самосознание</w:t>
      </w:r>
      <w:r w:rsidRPr="00C61B28">
        <w:rPr>
          <w:rFonts w:ascii="Times New Roman" w:hAnsi="Times New Roman"/>
          <w:sz w:val="24"/>
          <w:szCs w:val="24"/>
        </w:rPr>
        <w:t xml:space="preserve">. Отношения между нациями. Россия – многонациональное государство. </w:t>
      </w:r>
      <w:r w:rsidRPr="00C61B28">
        <w:rPr>
          <w:rFonts w:ascii="Times New Roman" w:hAnsi="Times New Roman"/>
          <w:bCs/>
          <w:sz w:val="24"/>
          <w:szCs w:val="24"/>
        </w:rPr>
        <w:t>Социальная политика Российского государства.</w:t>
      </w: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61B2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Политическая сфера жизни общества</w:t>
      </w:r>
    </w:p>
    <w:p w:rsidR="004A329C" w:rsidRPr="00C61B28" w:rsidRDefault="004A329C" w:rsidP="00124785">
      <w:pPr>
        <w:tabs>
          <w:tab w:val="left" w:pos="132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61B28">
        <w:rPr>
          <w:rFonts w:ascii="Times New Roman" w:hAnsi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C61B28">
        <w:rPr>
          <w:rFonts w:ascii="Times New Roman" w:hAnsi="Times New Roman"/>
          <w:i/>
          <w:sz w:val="24"/>
          <w:szCs w:val="24"/>
        </w:rPr>
        <w:t>Правовое государство.</w:t>
      </w:r>
      <w:r w:rsidRPr="00C61B28">
        <w:rPr>
          <w:rFonts w:ascii="Times New Roman" w:hAnsi="Times New Roman"/>
          <w:sz w:val="24"/>
          <w:szCs w:val="24"/>
        </w:rPr>
        <w:t xml:space="preserve"> Местное самоуправление. </w:t>
      </w:r>
      <w:r w:rsidRPr="00C61B28">
        <w:rPr>
          <w:rFonts w:ascii="Times New Roman" w:hAnsi="Times New Roman"/>
          <w:i/>
          <w:sz w:val="24"/>
          <w:szCs w:val="24"/>
        </w:rPr>
        <w:t>Межгосударственные отношения. Межгосударственные конфликты и способы их разрешения.</w:t>
      </w: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61B2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Гражданин и государство</w:t>
      </w:r>
    </w:p>
    <w:p w:rsidR="004A329C" w:rsidRPr="00C61B28" w:rsidRDefault="004A329C" w:rsidP="0012478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B28">
        <w:rPr>
          <w:rFonts w:ascii="Times New Roman" w:hAnsi="Times New Roman"/>
          <w:sz w:val="24"/>
          <w:szCs w:val="24"/>
        </w:rP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</w:t>
      </w:r>
      <w:r w:rsidRPr="00C61B28">
        <w:rPr>
          <w:rFonts w:ascii="Times New Roman" w:hAnsi="Times New Roman"/>
          <w:bCs/>
          <w:sz w:val="24"/>
          <w:szCs w:val="24"/>
        </w:rPr>
        <w:t xml:space="preserve">рава и свободы человека и гражданина в Российской Федерации. </w:t>
      </w:r>
      <w:r w:rsidRPr="00C61B28">
        <w:rPr>
          <w:rFonts w:ascii="Times New Roman" w:hAnsi="Times New Roman"/>
          <w:sz w:val="24"/>
          <w:szCs w:val="24"/>
        </w:rPr>
        <w:t xml:space="preserve">Конституционные обязанности гражданина Российской Федерации. </w:t>
      </w:r>
      <w:r w:rsidRPr="00C61B28">
        <w:rPr>
          <w:rFonts w:ascii="Times New Roman" w:hAnsi="Times New Roman"/>
          <w:bCs/>
          <w:sz w:val="24"/>
          <w:szCs w:val="24"/>
        </w:rPr>
        <w:t>Взаимоотношения органов государственной власти и граждан. Механизмы реализации и защиты прав и свобод человека и гражданина в РФ.</w:t>
      </w:r>
      <w:r w:rsidRPr="00C61B28">
        <w:rPr>
          <w:rFonts w:ascii="Times New Roman" w:hAnsi="Times New Roman"/>
          <w:i/>
          <w:sz w:val="24"/>
          <w:szCs w:val="24"/>
        </w:rPr>
        <w:t xml:space="preserve">Основные международные документы о правах человека и правах ребенка. </w:t>
      </w: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61B28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Основы российского законодательства</w:t>
      </w:r>
    </w:p>
    <w:p w:rsidR="004A329C" w:rsidRPr="00C61B28" w:rsidRDefault="004A329C" w:rsidP="0012478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61B28">
        <w:rPr>
          <w:rFonts w:ascii="Times New Roman" w:hAnsi="Times New Roman"/>
          <w:bCs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</w:r>
      <w:r w:rsidRPr="00C61B28">
        <w:rPr>
          <w:rFonts w:ascii="Times New Roman" w:hAnsi="Times New Roman"/>
          <w:sz w:val="24"/>
          <w:szCs w:val="24"/>
        </w:rPr>
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</w:r>
      <w:r w:rsidRPr="00C61B28">
        <w:rPr>
          <w:rFonts w:ascii="Times New Roman" w:hAnsi="Times New Roman"/>
          <w:bCs/>
          <w:sz w:val="24"/>
          <w:szCs w:val="24"/>
        </w:rPr>
        <w:t xml:space="preserve"> Уголовное право, основные понятия и принципы. </w:t>
      </w:r>
      <w:r w:rsidRPr="00C61B28">
        <w:rPr>
          <w:rFonts w:ascii="Times New Roman" w:hAnsi="Times New Roman"/>
          <w:sz w:val="24"/>
          <w:szCs w:val="24"/>
        </w:rPr>
        <w:t>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</w:t>
      </w:r>
      <w:r w:rsidRPr="00C61B28">
        <w:rPr>
          <w:rFonts w:ascii="Times New Roman" w:hAnsi="Times New Roman"/>
          <w:bCs/>
          <w:i/>
          <w:sz w:val="24"/>
          <w:szCs w:val="24"/>
        </w:rPr>
        <w:t>Международное гуманитарное право. Международно-правовая защита жертв вооруженных конфликтов.</w:t>
      </w:r>
    </w:p>
    <w:p w:rsidR="004A329C" w:rsidRPr="00C61B28" w:rsidRDefault="004A329C" w:rsidP="00124785">
      <w:pPr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C61B28">
        <w:rPr>
          <w:rFonts w:ascii="Times New Roman" w:hAnsi="Times New Roman"/>
          <w:b/>
          <w:sz w:val="24"/>
          <w:szCs w:val="24"/>
          <w:shd w:val="clear" w:color="auto" w:fill="FFFFFF"/>
        </w:rPr>
        <w:t>Экономика</w:t>
      </w:r>
    </w:p>
    <w:p w:rsidR="004A329C" w:rsidRPr="00C61B28" w:rsidRDefault="004A329C" w:rsidP="00124785">
      <w:pPr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1B28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</w:t>
      </w:r>
      <w:r w:rsidRPr="00C61B28">
        <w:rPr>
          <w:rFonts w:ascii="Times New Roman" w:hAnsi="Times New Roman"/>
          <w:bCs/>
          <w:sz w:val="24"/>
          <w:szCs w:val="24"/>
          <w:shd w:val="clear" w:color="auto" w:fill="FFFFFF"/>
        </w:rPr>
        <w:noBreakHyphen/>
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 w:rsidRPr="00C61B28">
        <w:rPr>
          <w:rFonts w:ascii="Times New Roman" w:hAnsi="Times New Roman"/>
          <w:i/>
          <w:sz w:val="24"/>
          <w:szCs w:val="24"/>
        </w:rPr>
        <w:t xml:space="preserve">Виды рынков. Рынок капиталов. </w:t>
      </w:r>
      <w:r w:rsidRPr="00C61B28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C61B28">
        <w:rPr>
          <w:rFonts w:ascii="Times New Roman" w:hAnsi="Times New Roman"/>
          <w:i/>
          <w:sz w:val="24"/>
          <w:szCs w:val="24"/>
        </w:rPr>
        <w:t>функции, налоговые системы разных эпох</w:t>
      </w:r>
      <w:r w:rsidRPr="00C61B28">
        <w:rPr>
          <w:rFonts w:ascii="Times New Roman" w:hAnsi="Times New Roman"/>
          <w:sz w:val="24"/>
          <w:szCs w:val="24"/>
        </w:rPr>
        <w:t>.</w:t>
      </w:r>
    </w:p>
    <w:p w:rsidR="004A329C" w:rsidRDefault="004A329C" w:rsidP="00124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1B28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Банковские услуги, предоставляемые гражданам</w:t>
      </w:r>
      <w:r w:rsidRPr="00C61B28">
        <w:rPr>
          <w:rFonts w:ascii="Times New Roman" w:hAnsi="Times New Roman"/>
          <w:sz w:val="24"/>
          <w:szCs w:val="24"/>
          <w:lang w:eastAsia="ru-RU"/>
        </w:rPr>
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</w:t>
      </w:r>
      <w:r w:rsidRPr="00C61B28">
        <w:rPr>
          <w:rFonts w:ascii="Times New Roman" w:hAnsi="Times New Roman"/>
          <w:i/>
          <w:sz w:val="24"/>
          <w:szCs w:val="24"/>
          <w:lang w:eastAsia="ru-RU"/>
        </w:rPr>
        <w:t>банкинг, онлайн-банкинг</w:t>
      </w:r>
      <w:r w:rsidRPr="00C61B28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C61B28">
        <w:rPr>
          <w:rFonts w:ascii="Times New Roman" w:hAnsi="Times New Roman"/>
          <w:i/>
          <w:snapToGrid w:val="0"/>
          <w:sz w:val="24"/>
          <w:szCs w:val="24"/>
          <w:lang w:eastAsia="ru-RU"/>
        </w:rPr>
        <w:t>Страховые услуги</w:t>
      </w:r>
      <w:r w:rsidRPr="00C61B28">
        <w:rPr>
          <w:rFonts w:ascii="Times New Roman" w:hAnsi="Times New Roman"/>
          <w:i/>
          <w:sz w:val="24"/>
          <w:szCs w:val="24"/>
          <w:lang w:eastAsia="ru-RU"/>
        </w:rPr>
        <w:t>: страхование жизни, здоровья, имущества, ответственности.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C61B28">
        <w:rPr>
          <w:rFonts w:ascii="Times New Roman" w:hAnsi="Times New Roman"/>
          <w:i/>
          <w:sz w:val="24"/>
          <w:szCs w:val="24"/>
          <w:lang w:eastAsia="ru-RU"/>
        </w:rPr>
        <w:t>Инвестиции в реальные и финансовые активы.</w:t>
      </w:r>
      <w:r w:rsidRPr="00C61B28">
        <w:rPr>
          <w:rFonts w:ascii="Times New Roman" w:hAnsi="Times New Roman"/>
          <w:sz w:val="24"/>
          <w:szCs w:val="24"/>
          <w:lang w:eastAsia="ru-RU"/>
        </w:rPr>
        <w:t xml:space="preserve"> Пенсионное обеспечение. Налогообложение граждан. Защита от финансовых махинаций. </w:t>
      </w:r>
      <w:r w:rsidRPr="00C61B28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Экономические функции домохозяйства. Потребление домашних хозяйств. </w:t>
      </w:r>
      <w:r w:rsidRPr="00C61B28">
        <w:rPr>
          <w:rFonts w:ascii="Times New Roman" w:hAnsi="Times New Roman"/>
          <w:sz w:val="24"/>
          <w:szCs w:val="24"/>
          <w:lang w:eastAsia="ru-RU"/>
        </w:rPr>
        <w:t>Семейный бюджет. Источники доходов и расходов семьи. Активы и пассивы. Личный финансовый план. Сбережения. Инфляция.</w:t>
      </w:r>
    </w:p>
    <w:p w:rsidR="004A329C" w:rsidRDefault="004A329C" w:rsidP="001247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A329C" w:rsidRDefault="004A329C" w:rsidP="0012478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  <w:r w:rsidRPr="00B465C6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>2.2 Направления проектной деятельности обучающихся</w:t>
      </w:r>
    </w:p>
    <w:p w:rsidR="004A329C" w:rsidRPr="00B465C6" w:rsidRDefault="004A329C" w:rsidP="0012478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</w:p>
    <w:p w:rsidR="004A329C" w:rsidRDefault="004A329C" w:rsidP="00B465C6">
      <w:pPr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32C4F">
        <w:rPr>
          <w:rFonts w:ascii="Times New Roman" w:hAnsi="Times New Roman"/>
          <w:b/>
          <w:sz w:val="24"/>
          <w:szCs w:val="24"/>
          <w:lang w:eastAsia="ru-RU"/>
        </w:rPr>
        <w:t>Экономическое направление</w:t>
      </w:r>
      <w:r w:rsidRPr="00B465C6">
        <w:rPr>
          <w:rFonts w:ascii="Times New Roman" w:hAnsi="Times New Roman"/>
          <w:sz w:val="24"/>
          <w:szCs w:val="24"/>
          <w:lang w:eastAsia="ru-RU"/>
        </w:rPr>
        <w:t>.</w:t>
      </w:r>
    </w:p>
    <w:p w:rsidR="004A329C" w:rsidRPr="00D32C4F" w:rsidRDefault="004A329C" w:rsidP="00D32C4F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2C4F">
        <w:rPr>
          <w:rFonts w:ascii="Times New Roman" w:hAnsi="Times New Roman"/>
          <w:sz w:val="24"/>
          <w:szCs w:val="24"/>
          <w:lang w:eastAsia="ru-RU"/>
        </w:rPr>
        <w:t>класс:</w:t>
      </w:r>
    </w:p>
    <w:p w:rsidR="004A329C" w:rsidRPr="00D32C4F" w:rsidRDefault="004A329C" w:rsidP="00D32C4F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2C4F">
        <w:rPr>
          <w:rFonts w:ascii="Times New Roman" w:hAnsi="Times New Roman"/>
          <w:sz w:val="24"/>
          <w:szCs w:val="24"/>
          <w:lang w:eastAsia="ru-RU"/>
        </w:rPr>
        <w:t>Цена работника – его зарплата.</w:t>
      </w:r>
    </w:p>
    <w:p w:rsidR="004A329C" w:rsidRDefault="004A329C" w:rsidP="00D32C4F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Творчество в науке и искусстве.</w:t>
      </w:r>
    </w:p>
    <w:p w:rsidR="004A329C" w:rsidRDefault="004A329C" w:rsidP="00D32C4F">
      <w:pPr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 класс:</w:t>
      </w:r>
    </w:p>
    <w:p w:rsidR="004A329C" w:rsidRDefault="004A329C" w:rsidP="004A0522">
      <w:pPr>
        <w:pStyle w:val="ListParagraph"/>
        <w:numPr>
          <w:ilvl w:val="0"/>
          <w:numId w:val="2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Реклама – двигатель торговли.</w:t>
      </w:r>
    </w:p>
    <w:p w:rsidR="004A329C" w:rsidRDefault="004A329C" w:rsidP="004A0522">
      <w:pPr>
        <w:pStyle w:val="ListParagraph"/>
        <w:numPr>
          <w:ilvl w:val="0"/>
          <w:numId w:val="2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Как изменялись деньги.</w:t>
      </w:r>
    </w:p>
    <w:p w:rsidR="004A329C" w:rsidRDefault="004A329C" w:rsidP="004A0522">
      <w:pPr>
        <w:pStyle w:val="ListParagraph"/>
        <w:numPr>
          <w:ilvl w:val="0"/>
          <w:numId w:val="29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Экономика семьи.</w:t>
      </w:r>
    </w:p>
    <w:p w:rsidR="004A329C" w:rsidRDefault="004A329C" w:rsidP="00BE2503">
      <w:pPr>
        <w:spacing w:after="0" w:line="240" w:lineRule="auto"/>
        <w:ind w:left="709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 класс:</w:t>
      </w:r>
    </w:p>
    <w:p w:rsidR="004A329C" w:rsidRDefault="004A329C" w:rsidP="00BE250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E2503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 xml:space="preserve"> Составление бизнес-плана предпринимательской деятельности.</w:t>
      </w:r>
    </w:p>
    <w:p w:rsidR="004A329C" w:rsidRDefault="004A329C" w:rsidP="00BE250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Развитие малого бизнеса в РФ.</w:t>
      </w:r>
    </w:p>
    <w:p w:rsidR="004A329C" w:rsidRPr="00BE2503" w:rsidRDefault="004A329C" w:rsidP="00BE250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A329C" w:rsidRPr="004A0522" w:rsidRDefault="004A329C" w:rsidP="004A0522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A0522">
        <w:rPr>
          <w:rFonts w:ascii="Times New Roman" w:hAnsi="Times New Roman"/>
          <w:b/>
          <w:sz w:val="24"/>
          <w:szCs w:val="24"/>
          <w:lang w:eastAsia="ru-RU"/>
        </w:rPr>
        <w:t>Военно-патриотическое направление.</w:t>
      </w:r>
    </w:p>
    <w:p w:rsidR="004A329C" w:rsidRDefault="004A329C" w:rsidP="00EB195E">
      <w:pPr>
        <w:spacing w:after="0" w:line="240" w:lineRule="auto"/>
        <w:ind w:left="709" w:firstLine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 класс:</w:t>
      </w:r>
    </w:p>
    <w:p w:rsidR="004A329C" w:rsidRDefault="004A329C" w:rsidP="00EB195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Символика РФ.</w:t>
      </w:r>
    </w:p>
    <w:p w:rsidR="004A329C" w:rsidRDefault="004A329C" w:rsidP="00EB195E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Обычаи народов России.</w:t>
      </w:r>
    </w:p>
    <w:p w:rsidR="004A329C" w:rsidRDefault="004A329C" w:rsidP="006F4BD6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класс:</w:t>
      </w:r>
    </w:p>
    <w:p w:rsidR="004A329C" w:rsidRDefault="004A329C" w:rsidP="006F4BD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4BD6">
        <w:rPr>
          <w:rFonts w:ascii="Times New Roman" w:hAnsi="Times New Roman"/>
          <w:sz w:val="24"/>
          <w:szCs w:val="24"/>
          <w:lang w:eastAsia="ru-RU"/>
        </w:rPr>
        <w:t>Русский язык – язык межнационального общения.</w:t>
      </w:r>
    </w:p>
    <w:p w:rsidR="004A329C" w:rsidRDefault="004A329C" w:rsidP="006F4BD6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Составление маршрута экскурсии «Знай свой посёлок».</w:t>
      </w:r>
    </w:p>
    <w:p w:rsidR="004A329C" w:rsidRPr="006F4BD6" w:rsidRDefault="004A329C" w:rsidP="006F4BD6">
      <w:pPr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4BD6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F4BD6">
        <w:rPr>
          <w:rFonts w:ascii="Times New Roman" w:hAnsi="Times New Roman"/>
          <w:sz w:val="24"/>
          <w:szCs w:val="24"/>
          <w:lang w:eastAsia="ru-RU"/>
        </w:rPr>
        <w:t>класс:</w:t>
      </w:r>
    </w:p>
    <w:p w:rsidR="004A329C" w:rsidRDefault="004A329C" w:rsidP="006F4BD6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 w:rsidRPr="006F4BD6">
        <w:rPr>
          <w:rFonts w:ascii="Times New Roman" w:hAnsi="Times New Roman"/>
          <w:sz w:val="24"/>
          <w:szCs w:val="24"/>
          <w:lang w:eastAsia="ru-RU"/>
        </w:rPr>
        <w:t>1. День знакомства с культурой разных народов.</w:t>
      </w:r>
    </w:p>
    <w:p w:rsidR="004A329C" w:rsidRDefault="004A329C" w:rsidP="006F4BD6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Моя семья в ВОВ.</w:t>
      </w:r>
    </w:p>
    <w:p w:rsidR="004A329C" w:rsidRDefault="004A329C" w:rsidP="006F4BD6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 класс:</w:t>
      </w:r>
    </w:p>
    <w:p w:rsidR="004A329C" w:rsidRDefault="004A329C" w:rsidP="006F4BD6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Мой прадедушка – участник ВОВ</w:t>
      </w:r>
    </w:p>
    <w:p w:rsidR="004A329C" w:rsidRDefault="004A329C" w:rsidP="006F4BD6">
      <w:pPr>
        <w:spacing w:after="0" w:line="240" w:lineRule="auto"/>
        <w:ind w:left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 класс:</w:t>
      </w:r>
    </w:p>
    <w:p w:rsidR="004A329C" w:rsidRPr="006F4BD6" w:rsidRDefault="004A329C" w:rsidP="006F4BD6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Исследовательский проект: «Неизвестные герои Мостовского района»</w:t>
      </w:r>
    </w:p>
    <w:p w:rsidR="004A329C" w:rsidRDefault="004A329C" w:rsidP="004A0522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32C4F">
        <w:rPr>
          <w:rFonts w:ascii="Times New Roman" w:hAnsi="Times New Roman"/>
          <w:b/>
          <w:sz w:val="24"/>
          <w:szCs w:val="24"/>
          <w:lang w:eastAsia="ru-RU"/>
        </w:rPr>
        <w:t>Духовно-нравственное направление.</w:t>
      </w:r>
    </w:p>
    <w:p w:rsidR="004A329C" w:rsidRDefault="004A329C" w:rsidP="00EB195E">
      <w:pPr>
        <w:spacing w:after="0" w:line="240" w:lineRule="auto"/>
        <w:ind w:left="709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 класс:</w:t>
      </w:r>
    </w:p>
    <w:p w:rsidR="004A329C" w:rsidRDefault="004A329C" w:rsidP="00EB195E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Человек и человечище. </w:t>
      </w:r>
    </w:p>
    <w:p w:rsidR="004A329C" w:rsidRDefault="004A329C" w:rsidP="00EB195E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Сам пропадай, а друга выручай. </w:t>
      </w:r>
    </w:p>
    <w:p w:rsidR="004A329C" w:rsidRDefault="004A329C" w:rsidP="00EB195E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Экологический проект «Спаси дерево»</w:t>
      </w:r>
    </w:p>
    <w:p w:rsidR="004A329C" w:rsidRPr="004A0522" w:rsidRDefault="004A329C" w:rsidP="004A0522">
      <w:pPr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A0522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A0522">
        <w:rPr>
          <w:rFonts w:ascii="Times New Roman" w:hAnsi="Times New Roman"/>
          <w:sz w:val="24"/>
          <w:szCs w:val="24"/>
          <w:lang w:eastAsia="ru-RU"/>
        </w:rPr>
        <w:t>класс:</w:t>
      </w:r>
    </w:p>
    <w:p w:rsidR="004A329C" w:rsidRDefault="004A329C" w:rsidP="004A0522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Путеводитель по культурным местам Мостовского района.</w:t>
      </w:r>
    </w:p>
    <w:p w:rsidR="004A329C" w:rsidRPr="004A0522" w:rsidRDefault="004A329C" w:rsidP="004A0522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идеи и символы религий Краснодарского края.</w:t>
      </w:r>
    </w:p>
    <w:p w:rsidR="004A329C" w:rsidRDefault="004A329C" w:rsidP="004A0522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32C4F">
        <w:rPr>
          <w:rFonts w:ascii="Times New Roman" w:hAnsi="Times New Roman"/>
          <w:b/>
          <w:sz w:val="24"/>
          <w:szCs w:val="24"/>
          <w:lang w:eastAsia="ru-RU"/>
        </w:rPr>
        <w:t>Социальное направление.</w:t>
      </w:r>
    </w:p>
    <w:p w:rsidR="004A329C" w:rsidRDefault="004A329C" w:rsidP="00EB195E">
      <w:pPr>
        <w:spacing w:after="0" w:line="240" w:lineRule="auto"/>
        <w:ind w:left="709" w:firstLine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 класс:</w:t>
      </w:r>
    </w:p>
    <w:p w:rsidR="004A329C" w:rsidRDefault="004A329C" w:rsidP="00D32C4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32C4F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 xml:space="preserve"> Я и моя семья.</w:t>
      </w:r>
    </w:p>
    <w:p w:rsidR="004A329C" w:rsidRDefault="004A329C" w:rsidP="00D32C4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Герои моей семьи.</w:t>
      </w:r>
    </w:p>
    <w:p w:rsidR="004A329C" w:rsidRDefault="004A329C" w:rsidP="00D32C4F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Герб моей семьи.</w:t>
      </w:r>
    </w:p>
    <w:p w:rsidR="004A329C" w:rsidRDefault="004A329C" w:rsidP="00EB195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6 класс:</w:t>
      </w:r>
    </w:p>
    <w:p w:rsidR="004A329C" w:rsidRDefault="004A329C" w:rsidP="00EB195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195E"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 xml:space="preserve"> Социальный опрос: что человеку нужно.</w:t>
      </w:r>
    </w:p>
    <w:p w:rsidR="004A329C" w:rsidRDefault="004A329C" w:rsidP="00EB195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Выбор жизненного пути.</w:t>
      </w:r>
    </w:p>
    <w:p w:rsidR="004A329C" w:rsidRDefault="004A329C" w:rsidP="00EB195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 класс:</w:t>
      </w:r>
    </w:p>
    <w:p w:rsidR="004A329C" w:rsidRPr="008A0A4A" w:rsidRDefault="004A329C" w:rsidP="008A0A4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A0A4A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1. </w:t>
      </w:r>
      <w:r w:rsidRPr="008A0A4A">
        <w:rPr>
          <w:rFonts w:ascii="Times New Roman" w:hAnsi="Times New Roman"/>
          <w:sz w:val="24"/>
          <w:szCs w:val="24"/>
          <w:lang w:eastAsia="ru-RU"/>
        </w:rPr>
        <w:t>Социальный портрет представителей разных слоёв в обществе.</w:t>
      </w:r>
    </w:p>
    <w:p w:rsidR="004A329C" w:rsidRDefault="004A329C" w:rsidP="008A0A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8A0A4A"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  <w:lang w:eastAsia="ru-RU"/>
        </w:rPr>
        <w:t>Основы толерантности как предотвращение межнациональных конфликтов.</w:t>
      </w:r>
    </w:p>
    <w:p w:rsidR="004A329C" w:rsidRDefault="004A329C" w:rsidP="008A0A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3. Можно ли обвинять науку в распространении в обществе вредных привычек.</w:t>
      </w:r>
    </w:p>
    <w:p w:rsidR="004A329C" w:rsidRPr="008A0A4A" w:rsidRDefault="004A329C" w:rsidP="008A0A4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4. Социологическое исследование «Вредные привычки и борьба с ними»</w:t>
      </w:r>
    </w:p>
    <w:p w:rsidR="004A329C" w:rsidRPr="00D32C4F" w:rsidRDefault="004A329C" w:rsidP="00D32C4F">
      <w:pPr>
        <w:spacing w:after="0" w:line="240" w:lineRule="auto"/>
        <w:ind w:left="106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A329C" w:rsidRDefault="004A329C" w:rsidP="004A0522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B195E">
        <w:rPr>
          <w:rFonts w:ascii="Times New Roman" w:hAnsi="Times New Roman"/>
          <w:b/>
          <w:sz w:val="24"/>
          <w:szCs w:val="24"/>
          <w:lang w:eastAsia="ru-RU"/>
        </w:rPr>
        <w:t>Политико-правовое направление.</w:t>
      </w:r>
    </w:p>
    <w:p w:rsidR="004A329C" w:rsidRPr="00893BF3" w:rsidRDefault="004A329C" w:rsidP="00893BF3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 класс:</w:t>
      </w:r>
    </w:p>
    <w:p w:rsidR="004A329C" w:rsidRDefault="004A329C" w:rsidP="008D2DF3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bookmarkStart w:id="1" w:name="bookmark14"/>
      <w:r>
        <w:rPr>
          <w:rFonts w:ascii="Times New Roman" w:hAnsi="Times New Roman"/>
          <w:sz w:val="24"/>
          <w:szCs w:val="24"/>
        </w:rPr>
        <w:t>Влияние СМИ на гражданскую позицию человека.</w:t>
      </w:r>
    </w:p>
    <w:p w:rsidR="004A329C" w:rsidRDefault="004A329C" w:rsidP="008D2DF3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улучшить условия жизни в нашем микрорайоне.</w:t>
      </w:r>
    </w:p>
    <w:p w:rsidR="004A329C" w:rsidRDefault="004A329C" w:rsidP="008D2DF3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Моя законотворческая инициатива.</w:t>
      </w:r>
    </w:p>
    <w:p w:rsidR="004A329C" w:rsidRDefault="004A329C" w:rsidP="008D2DF3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Права и обязанности несовершеннолетних РФ.</w:t>
      </w:r>
    </w:p>
    <w:p w:rsidR="004A329C" w:rsidRPr="008D2DF3" w:rsidRDefault="004A329C" w:rsidP="008D2DF3">
      <w:pPr>
        <w:pStyle w:val="NoSpacing"/>
        <w:numPr>
          <w:ilvl w:val="0"/>
          <w:numId w:val="4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Учимся защищать свои права потребителя.</w:t>
      </w:r>
    </w:p>
    <w:p w:rsidR="004A329C" w:rsidRPr="00893BF3" w:rsidRDefault="004A329C" w:rsidP="00C561E5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893BF3">
        <w:rPr>
          <w:rFonts w:ascii="Times New Roman" w:hAnsi="Times New Roman"/>
          <w:b/>
          <w:sz w:val="28"/>
          <w:szCs w:val="28"/>
        </w:rPr>
        <w:t>3. Тематическое планирование с указанием количества часов, отводимых на освоение каждой темы.</w:t>
      </w:r>
    </w:p>
    <w:p w:rsidR="004A329C" w:rsidRDefault="004A329C" w:rsidP="00C561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4A329C" w:rsidRPr="005770E4" w:rsidRDefault="004A329C" w:rsidP="00C561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 </w:t>
      </w:r>
      <w:r w:rsidRPr="005770E4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709"/>
        <w:gridCol w:w="708"/>
        <w:gridCol w:w="5954"/>
      </w:tblGrid>
      <w:tr w:rsidR="004A329C" w:rsidRPr="00B44CCD" w:rsidTr="00FB47FB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Разделы, темы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Основные виды учебной деятельности (УУД)</w:t>
            </w:r>
          </w:p>
        </w:tc>
      </w:tr>
      <w:tr w:rsidR="004A329C" w:rsidRPr="00B44CCD" w:rsidTr="00FB47FB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Примерная программа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521E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Рабочая </w:t>
            </w:r>
            <w:r w:rsidRPr="005F52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программа </w:t>
            </w:r>
          </w:p>
        </w:tc>
        <w:tc>
          <w:tcPr>
            <w:tcW w:w="59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89721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ECB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Тема 1. Человек. Деятельность человека.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0332EA" w:rsidRDefault="004A329C" w:rsidP="000332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 на конкретных примерах цели 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ценность человеческой жизни.</w:t>
            </w:r>
          </w:p>
          <w:p w:rsidR="004A329C" w:rsidRPr="000332EA" w:rsidRDefault="004A329C" w:rsidP="000332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 и конкретизировать примерами биологическое и социальное в природе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человека.</w:t>
            </w:r>
          </w:p>
          <w:p w:rsidR="004A329C" w:rsidRDefault="004A329C" w:rsidP="000332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Сравнивать свойства человека и животных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A329C" w:rsidRPr="000332EA" w:rsidRDefault="004A329C" w:rsidP="000332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основные черты отрочества как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особого возраста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перехода от детства к взросло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сти.</w:t>
            </w:r>
          </w:p>
          <w:p w:rsidR="004A329C" w:rsidRDefault="004A329C" w:rsidP="000332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на конкретных примерах значе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ние самостоятельности как показателя взрослости</w:t>
            </w:r>
          </w:p>
          <w:p w:rsidR="004A329C" w:rsidRPr="000332EA" w:rsidRDefault="004A329C" w:rsidP="000332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Способст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вовать развитию коммуникативных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умений, создать условия для реализа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ции и рас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ширения позитивного опыта общения.</w:t>
            </w:r>
          </w:p>
          <w:p w:rsidR="004A329C" w:rsidRPr="005F521E" w:rsidRDefault="004A329C" w:rsidP="000332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Проилл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юстрировать особенности общения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подростков,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способствовать развитию рефлек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сивных способностей подростков</w:t>
            </w: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89721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F4ECB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Тема 2. Сфера духовной культуры</w:t>
            </w:r>
          </w:p>
          <w:p w:rsidR="004A329C" w:rsidRPr="00B44CCD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ать несложные ситуации из жизни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человека и об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щества, раскрывающие значимость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образования в наше время и в прошлом.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 ступени школьного образования.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систему общего школьного обра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зования в нашей стране.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изовать учёбу как основной труд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школьника.</w:t>
            </w:r>
          </w:p>
          <w:p w:rsidR="004A329C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Выявлять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позитивные  результаты  учения,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опираясь на примеры из художеств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енных произ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ведений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зовать значение самообразования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для человека с опорой на конкретные примеры.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Оценива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собственное умение учиться 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возможности его развития.</w:t>
            </w:r>
          </w:p>
          <w:p w:rsidR="004A329C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Выявлять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озможности практического приме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нения получаемых в школе знаний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Использовать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элементы причинно-следствен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ного анализ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при характеристике социальных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связей младше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го подростка с одноклассниками,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сверстниками, друзьями.</w:t>
            </w:r>
          </w:p>
          <w:p w:rsidR="004A329C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Иллюстрир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овать примерами значимость под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держки свер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стников для человека. </w:t>
            </w:r>
          </w:p>
          <w:p w:rsidR="004A329C" w:rsidRPr="005F521E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Оценивать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собственное ум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ение общаться с одноклассниками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и друзьями</w:t>
            </w: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89721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F4ECB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Тема 3. Социальная сфера жизни общества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Показыв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ать на конкретных примерах меры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государственной поддержки семьи.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Сравниват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двухпоколенные и трёхпоколен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ные семьи.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несложные практические ситуа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ции, связанные с отношениями в сем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ье, типич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ными для разных стран и исторических периодов.</w:t>
            </w:r>
          </w:p>
          <w:p w:rsidR="004A329C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Выражать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обственную точку зрения на зна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чение семьи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совместный труд членов се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мьи.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Сравнивать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домашнее хозяйство городского 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сельского жителя.</w:t>
            </w:r>
          </w:p>
          <w:p w:rsidR="004A329C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 свои обязанности в ведении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мейного хозяйства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несложные практические ситуа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ции, связанные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проведением подростками сво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бодного времени.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Описывать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 оценивать собственные увлече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ния в контекст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 возможностей личностного раз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вития.</w:t>
            </w:r>
          </w:p>
          <w:p w:rsidR="004A329C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 значимость здорово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 об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раза жизни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Способст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вовать развитию умения анализи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ровать прост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ейшие ситуации, связанные с се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мейными отношениями, мерами государственной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поддержки семьи, семейным хозяйством и семейным досугом.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Расширят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опыт решения познавательных 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практических задач по изучаемой теме.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Содейств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овать развитию умения выполнять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различные проектные работы.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Благопри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ятствовать созданию условий для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осмысления сем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ейных ценностей, рефлексии соб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ственного вкла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 в семейный уют, здоровый об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раз жизни семьи.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Развиват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следующие универсальные учеб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ные действия: умение учитывать разные мнения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и стремиться к координации различных позиций</w:t>
            </w:r>
          </w:p>
          <w:p w:rsidR="004A329C" w:rsidRPr="000332EA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в сотрудниче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стве; умение формулировать соб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ственное мнен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ие и позицию, аргументировать 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координировать её с позициями партнёро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в со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трудничестве при выработке общего решения в</w:t>
            </w:r>
          </w:p>
          <w:p w:rsidR="004A329C" w:rsidRPr="005F521E" w:rsidRDefault="004A329C" w:rsidP="000332E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совместной дея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тельности; умение адекватно ис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пользовать ре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чь для планирования и регуляции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своей деятельности; умение работать в группе</w:t>
            </w: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89721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4E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8F4ECB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Политическая сфера жизни общества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Создавать условия для развит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ия универсаль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ных учебных дей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ствий: умения взаимодействовать 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в группе, умен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ия работать с различными инфор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мационными 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сточниками, умения осуществлять 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поиск информа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ции в Интернете, умения презен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товать свои работы по определённой теме</w:t>
            </w: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897211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F4E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8F4ECB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Гражданин и государство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смысл понятия «субъект Россий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Федерации».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Знать и наз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ывать статус субъекта РФ, в ко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тором находится школа.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Характе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ризовать особенности России как 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многонационального государства.</w:t>
            </w:r>
          </w:p>
          <w:p w:rsidR="004A329C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функции русского языка как го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сударственного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основные государственные сим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волы Российск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ой Федерации. Знать текст гимна 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РФ.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Использова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дополнительные источники ин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формации для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создания коротких информацион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ных материалов, посвящённ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ых государственным 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символам России.</w:t>
            </w:r>
          </w:p>
          <w:p w:rsidR="004A329C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Составля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 собственные  информационные 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материалы о Москве — столице России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Объясня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и конкретизировать примерами 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смысл понятия «гражданин».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иллюстрировать примерами ос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новные права граждан РФ.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 основные обязанности граждан РФ.</w:t>
            </w:r>
          </w:p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примеры добросовестного выпол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нения гражданских обязанностей.</w:t>
            </w:r>
          </w:p>
          <w:p w:rsidR="004A329C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Приводи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примеры и давать оценку про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явлениям граж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данственности, представленным в </w:t>
            </w:r>
            <w:r w:rsidRPr="008F4ECB">
              <w:rPr>
                <w:rFonts w:ascii="Times New Roman" w:hAnsi="Times New Roman"/>
                <w:sz w:val="20"/>
                <w:szCs w:val="20"/>
                <w:lang w:eastAsia="ru-RU"/>
              </w:rPr>
              <w:t>СМИ</w:t>
            </w:r>
          </w:p>
          <w:p w:rsidR="004A329C" w:rsidRPr="005F521E" w:rsidRDefault="004A329C" w:rsidP="008F4E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5F521E" w:rsidRDefault="004A329C" w:rsidP="00A95F7B">
            <w:pPr>
              <w:shd w:val="clear" w:color="auto" w:fill="FFFFFF"/>
              <w:spacing w:after="0" w:line="240" w:lineRule="auto"/>
              <w:ind w:left="10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F4ECB" w:rsidRDefault="004A329C" w:rsidP="008F4E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F4E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A329C" w:rsidRPr="005770E4" w:rsidRDefault="004A329C" w:rsidP="007605D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 </w:t>
      </w:r>
      <w:r w:rsidRPr="005770E4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709"/>
        <w:gridCol w:w="708"/>
        <w:gridCol w:w="5954"/>
      </w:tblGrid>
      <w:tr w:rsidR="004A329C" w:rsidRPr="00B44CCD" w:rsidTr="00FB47FB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Разделы, темы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59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Основные виды учебной деятельности (УУД)</w:t>
            </w:r>
          </w:p>
        </w:tc>
      </w:tr>
      <w:tr w:rsidR="004A329C" w:rsidRPr="00B44CCD" w:rsidTr="00FB47FB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Примерная программа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C3350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Рабочая </w:t>
            </w:r>
            <w:r w:rsidRPr="00BC3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программа </w:t>
            </w:r>
          </w:p>
        </w:tc>
        <w:tc>
          <w:tcPr>
            <w:tcW w:w="59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C335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897211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B33D1" w:rsidRDefault="004A329C" w:rsidP="00BB33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33D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Тема 1. Человек. Деятельность человека.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7324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5F521E" w:rsidRDefault="004A329C" w:rsidP="007324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зовать особенности познания че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ловеком мира и самого себя.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Оцениват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собственные практические уме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ния, поступки,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моральные качества, выявлять их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динамику.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Сравнивать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себя и свои качества с другими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людьми и их качествами.</w:t>
            </w:r>
          </w:p>
          <w:p w:rsidR="004A329C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Приводи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примеры проявления различных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способностей людей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 деятельность человека, её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отдельные виды.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Описы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и иллюстрировать примерами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различные мотивы деятельности.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Использова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элементы причинно-следствен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ного анализа для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выявления связи между деятель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ностью и формированием личности.</w:t>
            </w:r>
          </w:p>
          <w:p w:rsidR="004A329C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Выявлять ус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ловия и оценивать качества соб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ственной успешной деятельности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изовать и иллюстрировать приме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рами основные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отребности человека; показывать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их индивидуальный характер.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особые  потребности  людей  с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ограниченными возможностями.</w:t>
            </w:r>
          </w:p>
          <w:p w:rsidR="004A329C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несложные практические ситуа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ции, связанны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 с проявлениями духовного мира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человека, его мыслей и чувств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Описыва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межличностные отношения и их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отдельные виды.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Показывать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проявления сотрудничества и со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перничества на конкретных примерах.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опорой на примеры взаимодей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ствие и сотрудничество людей в обществе.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Оцениват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собственное отношение к людям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других национальностей и другого мировоззрения.</w:t>
            </w:r>
          </w:p>
          <w:p w:rsidR="004A329C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Исследовать прак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тические ситуации, в ко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торых проявили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сь солидарность, толерантность,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лояльность, взаимопонимание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сущность и причины возникнове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ния межличностных конфликтов.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овать варианты поведения в кон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фликтных ситуациях.</w:t>
            </w:r>
          </w:p>
          <w:p w:rsidR="004A329C" w:rsidRPr="00A35821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чём заключается конструктив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ное разре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шение конфликта. Иллюстрировать 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объяснение примерами.</w:t>
            </w:r>
          </w:p>
          <w:p w:rsidR="004A329C" w:rsidRPr="005F521E" w:rsidRDefault="004A329C" w:rsidP="00A358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 анализировать собственные ти</w:t>
            </w:r>
            <w:r w:rsidRPr="00A35821">
              <w:rPr>
                <w:rFonts w:ascii="Times New Roman" w:hAnsi="Times New Roman"/>
                <w:sz w:val="20"/>
                <w:szCs w:val="20"/>
                <w:lang w:eastAsia="ru-RU"/>
              </w:rPr>
              <w:t>пичные реакции в конфликтной ситуации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897211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B33D1" w:rsidRDefault="004A329C" w:rsidP="00BB33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4CCD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BB33D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Социальные нормы</w:t>
            </w:r>
          </w:p>
          <w:p w:rsidR="004A329C" w:rsidRPr="00B44CCD" w:rsidRDefault="004A329C" w:rsidP="00BB33D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44CCD" w:rsidRDefault="004A329C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C3350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3245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изовать и иллюстрировать приме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рами проявления добра.</w:t>
            </w:r>
          </w:p>
          <w:p w:rsidR="004A329C" w:rsidRPr="0073245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примеры, иллюстрирующие золо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тое правило морали.</w:t>
            </w:r>
          </w:p>
          <w:p w:rsidR="004A329C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Оценивать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модельных и реальных ситуаци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ях поступки люд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ей с точки зрения золотого пра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вила морали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73245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На конкрет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ных примерах давать оценку про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явлениям мужест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ва, смелости, случаям преодоле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ния людьми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траха в критических и житейских 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ситуациях.</w:t>
            </w:r>
          </w:p>
          <w:p w:rsidR="004A329C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предлагаемые ситуации, требую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щие личного противодействия проявлениям зла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73245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 на при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мерах смысл понятия «че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ловечность».</w:t>
            </w:r>
          </w:p>
          <w:p w:rsidR="004A329C" w:rsidRPr="0073245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оценку с позиции гуманизма кон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кретным пос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тупкам людей, описанным в СМИ и 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иных информационных источниках.</w:t>
            </w:r>
          </w:p>
          <w:p w:rsidR="004A329C" w:rsidRPr="00BC3350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На примера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 конкретных ситуаций оценивать </w:t>
            </w:r>
            <w:r w:rsidRPr="0073245A">
              <w:rPr>
                <w:rFonts w:ascii="Times New Roman" w:hAnsi="Times New Roman"/>
                <w:sz w:val="20"/>
                <w:szCs w:val="20"/>
                <w:lang w:eastAsia="ru-RU"/>
              </w:rPr>
              <w:t>проявление внимания к нуждающимся в нём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897211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B33D1" w:rsidRDefault="004A329C" w:rsidP="00BB33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B33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BB33D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Социальная сфера жизни общества</w:t>
            </w:r>
          </w:p>
          <w:p w:rsidR="004A329C" w:rsidRPr="00BB33D1" w:rsidRDefault="004A329C" w:rsidP="00BB33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C3350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C3350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0332E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Расширят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опыт решения познавательных 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практических задач по изучаемой теме.</w:t>
            </w:r>
          </w:p>
          <w:p w:rsidR="004A329C" w:rsidRPr="000332E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Содейств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овать развитию умения выполнять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различные проектные работы.</w:t>
            </w:r>
          </w:p>
          <w:p w:rsidR="004A329C" w:rsidRPr="000332E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Благопри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ятствовать созданию условий для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осмысления сем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ейных ценностей, рефлексии соб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ственного вкла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 в семейный уют, здоровый об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раз жизни семьи.</w:t>
            </w:r>
          </w:p>
          <w:p w:rsidR="004A329C" w:rsidRPr="000332E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Развиват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следующие универсальные учеб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ные действия: умение учитывать разные мнения</w:t>
            </w:r>
          </w:p>
          <w:p w:rsidR="004A329C" w:rsidRPr="000332E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и стремиться к координации различных позиций</w:t>
            </w:r>
          </w:p>
          <w:p w:rsidR="004A329C" w:rsidRPr="000332EA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в сотрудниче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стве; умение формулировать соб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ственное мнен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ие и позицию, аргументировать 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координировать её с позициями партнёро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в со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трудничестве при выработке общего решения в</w:t>
            </w:r>
          </w:p>
          <w:p w:rsidR="004A329C" w:rsidRPr="00BC3350" w:rsidRDefault="004A329C" w:rsidP="007324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совместной дея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тельности; умение адекватно ис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пользовать ре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чь для планирования и регуляции </w:t>
            </w:r>
            <w:r w:rsidRPr="000332EA">
              <w:rPr>
                <w:rFonts w:ascii="Times New Roman" w:hAnsi="Times New Roman"/>
                <w:sz w:val="20"/>
                <w:szCs w:val="20"/>
                <w:lang w:eastAsia="ru-RU"/>
              </w:rPr>
              <w:t>своей деятельности; умение работать в группе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BC3350" w:rsidRDefault="004A329C" w:rsidP="00897211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B33D1" w:rsidRDefault="004A329C" w:rsidP="00445F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B33D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C3350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C3350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C3350" w:rsidRDefault="004A329C" w:rsidP="00D61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A329C" w:rsidRDefault="004A329C" w:rsidP="007605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7605D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Pr="005770E4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652"/>
        <w:gridCol w:w="709"/>
        <w:gridCol w:w="708"/>
        <w:gridCol w:w="6287"/>
      </w:tblGrid>
      <w:tr w:rsidR="004A329C" w:rsidRPr="00B44CCD" w:rsidTr="00FB47FB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Разделы, темы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62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Основные виды учебной деятельности (УУД)</w:t>
            </w:r>
          </w:p>
        </w:tc>
      </w:tr>
      <w:tr w:rsidR="004A329C" w:rsidRPr="00B44CCD" w:rsidTr="00FB47FB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Примерная программа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96E40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Рабочая </w:t>
            </w:r>
            <w:r w:rsidRPr="00796E4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программа </w:t>
            </w:r>
          </w:p>
        </w:tc>
        <w:tc>
          <w:tcPr>
            <w:tcW w:w="62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4A329C" w:rsidRPr="00B44CCD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89721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4CCD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8A1437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Общество</w:t>
            </w:r>
          </w:p>
          <w:p w:rsidR="004A329C" w:rsidRPr="00B44CCD" w:rsidRDefault="004A329C" w:rsidP="008A1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44CCD" w:rsidRDefault="004A329C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Default="004A329C" w:rsidP="00BB33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B33D1">
              <w:rPr>
                <w:rFonts w:ascii="Times New Roman" w:hAnsi="Times New Roman"/>
                <w:sz w:val="20"/>
                <w:szCs w:val="20"/>
                <w:lang w:eastAsia="ru-RU"/>
              </w:rPr>
              <w:t>Характе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ризовать на примерах социальные </w:t>
            </w:r>
            <w:r w:rsidRPr="00BB33D1">
              <w:rPr>
                <w:rFonts w:ascii="Times New Roman" w:hAnsi="Times New Roman"/>
                <w:sz w:val="20"/>
                <w:szCs w:val="20"/>
                <w:lang w:eastAsia="ru-RU"/>
              </w:rPr>
              <w:t>нормы и их роль в общественной жизни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Выделять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существенные признаки общества. 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сферы общественной жизни и ха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рактерные для них социальные явления.</w:t>
            </w:r>
          </w:p>
          <w:p w:rsidR="004A329C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на конкретных примерах взаи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мосвязь основных сфер общественной жизни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своё отношение к различным ка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чествам человека.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Выявлять связь между мышлением и речью.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 понятие «самореализация».</w:t>
            </w:r>
          </w:p>
          <w:p w:rsidR="004A329C" w:rsidRPr="00796E40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и конкретизировать примерами 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сущностные характеристики деятельности.</w:t>
            </w:r>
          </w:p>
        </w:tc>
      </w:tr>
      <w:tr w:rsidR="004A329C" w:rsidRPr="00B44CCD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89721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4CCD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8A1437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Гражданин и государство</w:t>
            </w:r>
          </w:p>
          <w:p w:rsidR="004A329C" w:rsidRPr="00B44CCD" w:rsidRDefault="004A329C" w:rsidP="008A1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44CCD" w:rsidRDefault="004A329C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81376" w:rsidRDefault="004A329C" w:rsidP="00B8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изовать конституционные права и </w:t>
            </w: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обязанности граждан РФ.</w:t>
            </w:r>
          </w:p>
          <w:p w:rsidR="004A329C" w:rsidRPr="00B81376" w:rsidRDefault="004A329C" w:rsidP="00B8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несложные практические си</w:t>
            </w: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туации, свя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занные с реализацией гражданами </w:t>
            </w: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своих прав и свобод.</w:t>
            </w:r>
          </w:p>
          <w:p w:rsidR="004A329C" w:rsidRPr="00B81376" w:rsidRDefault="004A329C" w:rsidP="00B8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 пра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 ребёнка и характеризовать </w:t>
            </w: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способы их защиты.</w:t>
            </w:r>
          </w:p>
          <w:p w:rsidR="004A329C" w:rsidRPr="00B81376" w:rsidRDefault="004A329C" w:rsidP="00B8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примеры защиты прав и интере</w:t>
            </w: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сов детей, оставшихся без попечения родителей.</w:t>
            </w:r>
          </w:p>
          <w:p w:rsidR="004A329C" w:rsidRDefault="004A329C" w:rsidP="00B813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особенности правового статуса </w:t>
            </w:r>
            <w:r w:rsidRPr="00B81376">
              <w:rPr>
                <w:rFonts w:ascii="Times New Roman" w:hAnsi="Times New Roman"/>
                <w:sz w:val="20"/>
                <w:szCs w:val="20"/>
                <w:lang w:eastAsia="ru-RU"/>
              </w:rPr>
              <w:t>несовершеннолетних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Раскрыв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ать значение соблюдения законов 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для обеспечения правопорядка.</w:t>
            </w:r>
          </w:p>
          <w:p w:rsidR="004A329C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конкретизировать фактами со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циальной жизни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вязь закона и правопорядка, за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кона и справедливости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Раскрыв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ать значение дисциплины как не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обходимого 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словия существования общества и 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человека.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 различн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ые виды дисципли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ны.</w:t>
            </w:r>
          </w:p>
          <w:p w:rsidR="004A329C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Моделиро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несложные практические си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туации, связ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анные с последствиями нарушения 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общеобязательной и специальной дисциплины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арактеризо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ответственность за наруше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ние законов.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черты законопослушного поведе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ния.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Моделиро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несложные практические си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туации, связа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нные с последствиями противоза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конного поведения.</w:t>
            </w:r>
          </w:p>
          <w:p w:rsidR="004A329C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Описы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и иллюстрировать примерами 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проявления ответственности несовершеннолетних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правоохранительные органы Рос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сийского государства.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Различать сферу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деятельности полиции, пра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воохранительных органов.</w:t>
            </w:r>
          </w:p>
          <w:p w:rsidR="004A329C" w:rsidRPr="00796E40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несложные практические ситу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ации, связанн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ые с деятельностью правоохрани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тельных органов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89721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8A14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8A143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Экономика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260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овать роль потребителя и произ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водителя в экономике.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Приводить примеры их деятельности.</w:t>
            </w:r>
          </w:p>
          <w:p w:rsidR="004A329C" w:rsidRPr="00DC1F45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 различные формы орган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изации 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хозяйственной жизни.</w:t>
            </w:r>
          </w:p>
          <w:p w:rsidR="004A329C" w:rsidRDefault="004A329C" w:rsidP="00DC1F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несложные практические ситуа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ции, связанные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выполнением социальных ролей </w:t>
            </w:r>
            <w:r w:rsidRPr="00DC1F45">
              <w:rPr>
                <w:rFonts w:ascii="Times New Roman" w:hAnsi="Times New Roman"/>
                <w:sz w:val="20"/>
                <w:szCs w:val="20"/>
                <w:lang w:eastAsia="ru-RU"/>
              </w:rPr>
              <w:t>потребителя и производителя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DE0A82" w:rsidRDefault="004A329C" w:rsidP="00DE0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0A82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составляющие квалификации ра</w:t>
            </w:r>
            <w:r w:rsidRPr="00DE0A82">
              <w:rPr>
                <w:rFonts w:ascii="Times New Roman" w:hAnsi="Times New Roman"/>
                <w:sz w:val="20"/>
                <w:szCs w:val="20"/>
                <w:lang w:eastAsia="ru-RU"/>
              </w:rPr>
              <w:t>ботника.</w:t>
            </w:r>
          </w:p>
          <w:p w:rsidR="004A329C" w:rsidRPr="00DE0A82" w:rsidRDefault="004A329C" w:rsidP="00DE0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0A82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овать факторы, влияющие на раз</w:t>
            </w:r>
            <w:r w:rsidRPr="00DE0A82">
              <w:rPr>
                <w:rFonts w:ascii="Times New Roman" w:hAnsi="Times New Roman"/>
                <w:sz w:val="20"/>
                <w:szCs w:val="20"/>
                <w:lang w:eastAsia="ru-RU"/>
              </w:rPr>
              <w:t>мер заработной платы.</w:t>
            </w:r>
          </w:p>
          <w:p w:rsidR="004A329C" w:rsidRDefault="004A329C" w:rsidP="00DE0A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0A8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Объяснять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квалификации, коли</w:t>
            </w:r>
            <w:r w:rsidRPr="00DE0A82">
              <w:rPr>
                <w:rFonts w:ascii="Times New Roman" w:hAnsi="Times New Roman"/>
                <w:sz w:val="20"/>
                <w:szCs w:val="20"/>
                <w:lang w:eastAsia="ru-RU"/>
              </w:rPr>
              <w:t>чества и качества труда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бъяснят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значение бизнеса в экономиче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ском развитии страны.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зовать особенности предпринима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тельской деятельности.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Сравнивать формы организации бизнеса.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Исследовать несложные практи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ческие ситуа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ции, связанные с достижением успеха в бизнесе.</w:t>
            </w:r>
          </w:p>
          <w:p w:rsidR="004A329C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Выражать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собственное отношение к бизнесу 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с морально-этических позиций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бъяснять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 осуществления обмена в 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экономике.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 торговлю и её формы как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особый вид экономической деятельности.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Раскрывать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роль рекламы в развитии торгов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ли.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Выражать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собственное отношение к реклам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ной информации.</w:t>
            </w:r>
          </w:p>
          <w:p w:rsidR="004A329C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Оценивать св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оё поведение с точки зрения ра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ционального покупателя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 понятие «семейный бюджет».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примеры различных источников 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доходов семьи.</w:t>
            </w:r>
          </w:p>
          <w:p w:rsidR="004A329C" w:rsidRPr="008A1437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Различать 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бязательные и произвольные рас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ходы.</w:t>
            </w:r>
          </w:p>
          <w:p w:rsidR="004A329C" w:rsidRPr="00796E40" w:rsidRDefault="004A329C" w:rsidP="008A14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Описыва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закономерность изменения по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требительских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расходов семьи в зависимости от </w:t>
            </w:r>
            <w:r w:rsidRPr="008A1437">
              <w:rPr>
                <w:rFonts w:ascii="Times New Roman" w:hAnsi="Times New Roman"/>
                <w:sz w:val="20"/>
                <w:szCs w:val="20"/>
                <w:lang w:eastAsia="ru-RU"/>
              </w:rPr>
              <w:t>доходов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96E40" w:rsidRDefault="004A329C" w:rsidP="00897211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8A1437" w:rsidRDefault="004A329C" w:rsidP="00445F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A143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96E40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A329C" w:rsidRDefault="004A329C" w:rsidP="007605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7605D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</w:t>
      </w:r>
      <w:r w:rsidRPr="005770E4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701"/>
        <w:gridCol w:w="709"/>
        <w:gridCol w:w="709"/>
        <w:gridCol w:w="6237"/>
      </w:tblGrid>
      <w:tr w:rsidR="004A329C" w:rsidRPr="00B44CCD" w:rsidTr="00FB47FB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Разделы, темы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6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Основные виды учебной деятельности (УУД)</w:t>
            </w:r>
          </w:p>
        </w:tc>
      </w:tr>
      <w:tr w:rsidR="004A329C" w:rsidRPr="00B44CCD" w:rsidTr="00FB47FB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Примерная программа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87EBF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Рабочая </w:t>
            </w:r>
            <w:r w:rsidRPr="00787EB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программа </w:t>
            </w:r>
          </w:p>
        </w:tc>
        <w:tc>
          <w:tcPr>
            <w:tcW w:w="6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4A329C" w:rsidRPr="00B44CCD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89721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260261" w:rsidRDefault="004A329C" w:rsidP="002231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4CCD">
              <w:rPr>
                <w:rFonts w:ascii="Times New Roman" w:hAnsi="Times New Roman"/>
                <w:b/>
                <w:sz w:val="24"/>
                <w:szCs w:val="24"/>
              </w:rPr>
              <w:t>Тема1.</w:t>
            </w:r>
            <w:r w:rsidRPr="00B44C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0261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Социальные нормы</w:t>
            </w:r>
          </w:p>
          <w:p w:rsidR="004A329C" w:rsidRPr="00B44CCD" w:rsidRDefault="004A329C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44CCD" w:rsidRDefault="004A329C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Выявлят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и различать разные социальные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общности и группы.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 причины социального неравенства.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примеры различных видов социальной мобиль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ности.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изовать причины социальных конфликтов, используя межпредметные связи, мате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риалы СМИ; показывать пути их разрешения.</w:t>
            </w:r>
          </w:p>
          <w:p w:rsidR="004A329C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Находить и извлекать 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оциальную инфор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мацию о структу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 общества и направлениях её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изменения 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адаптированных источников раз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личного типа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Называть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позиции,  определяющие  статус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личности.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личать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предписанный и достигаемый ста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тусы.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Раскры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вать и иллюстрировать примерами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ролевой репертуар личности.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Объясн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ять причины ролевых различий по тендерному признаку, показывать их проявление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в различных социальных ситуациях.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основные социальные роли стар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ших подростков.</w:t>
            </w:r>
          </w:p>
          <w:p w:rsidR="004A329C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межпоколенческие отношения в современном обществе. Выражать соб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ственное отнош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ение к проблеме нарастания раз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рыва между поколениями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причины отклоняющегося поведе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ния.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опасные последствия наркомании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и алкоголизма для человека и общества.</w:t>
            </w:r>
          </w:p>
          <w:p w:rsidR="004A329C" w:rsidRPr="00787EBF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Оцениват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социальное значение здорового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образа жизни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89721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124785" w:rsidRDefault="004A329C" w:rsidP="002231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Тема 2. </w:t>
            </w:r>
            <w:r w:rsidRPr="0012478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Сфера духовной культуры</w:t>
            </w:r>
          </w:p>
          <w:p w:rsidR="004A329C" w:rsidRPr="00787EBF" w:rsidRDefault="004A329C" w:rsidP="00292C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сущностные характеристики по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нятия «культура».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Различа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и описывать явления духовной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культуры.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Находит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и извлекать социальную инфор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мацию о дост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ижениях и проблемах культуры из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адаптированных источников.</w:t>
            </w:r>
          </w:p>
          <w:p w:rsidR="004A329C" w:rsidRPr="0022310D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овать духовные ценности россий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ского народа.</w:t>
            </w:r>
          </w:p>
          <w:p w:rsidR="004A329C" w:rsidRDefault="004A329C" w:rsidP="002231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Выражат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своё отношение к тенденциям в </w:t>
            </w:r>
            <w:r w:rsidRPr="0022310D">
              <w:rPr>
                <w:rFonts w:ascii="Times New Roman" w:hAnsi="Times New Roman"/>
                <w:sz w:val="20"/>
                <w:szCs w:val="20"/>
                <w:lang w:eastAsia="ru-RU"/>
              </w:rPr>
              <w:t>культурном развитии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 роль морали в жизни общества.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Характ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еризовать основные принципы мо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рали.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Характе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ризовать моральную сторону раз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личных социальных ситуаций.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Использ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овать  элементы  причинно-след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ственного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анализа для объяснения влияния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моральных ус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тоев на развитие общества и че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ловека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лять рефлексию своих нравствен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ных ценностей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Оценивать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образования в информа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ционном обществе.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Извлекать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информацию о тенденциях в развитии образова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ния из различных источников.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изовать с опорой на примеры современную обра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зовательную политику РФ.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Обосновывать своё отношение к непреры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ному образованию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Определят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сущностные характеристики ре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лигии и её роль в культурной жизни.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сущность и значение веротерпи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мости.</w:t>
            </w:r>
          </w:p>
          <w:p w:rsidR="004A329C" w:rsidRPr="00787EBF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сущность свободы совести. Оце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нивать своё отношение к религии и атеизму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89721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124785" w:rsidRDefault="004A329C" w:rsidP="002231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Тема 3. </w:t>
            </w:r>
            <w:r w:rsidRPr="00124785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Экономика</w:t>
            </w:r>
          </w:p>
          <w:p w:rsidR="004A329C" w:rsidRPr="00787EBF" w:rsidRDefault="004A329C" w:rsidP="00292C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 роль экономики в ж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изни обще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ства.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проблему ограниченности эконо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мических ресурсов.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Различать свободные и экономические блага.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Привод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ить примеры принятия решения на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основе экономического выбора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Описы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и иллюстрировать примерами решения основных вопросов участниками эконо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мики.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Различа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и сопоставлять основные типы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экономических систем.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изовать способы координации хозяйственной жизни в различных экономических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системах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 смысл понятия «собственность».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зовать и конкретизировать при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мерами формы собственности.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 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снования для приобретения права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собственности.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несложные практические ситуации, связан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ые с реализацией и защитой прав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 решающую роль производства 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источника экономических благ.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Различать тов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ары и услуги как результат про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изводства.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Называт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 и  иллюстрировать  примерами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факторы производства.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Находить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 извлекать социальную информацию о произ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вод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стве из адаптированных источни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ков.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Исследовать 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есложные практические ситуа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ции, связанные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 использованием различных способов повышения эффектив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ности производства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социально-экономическую роль и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функции предпринимательства.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Сравниват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различные организационно-пра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вовые формы предпринимательской деятельности.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Объяснять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преимущества и недостатки мало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го бизнеса.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Выражать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собственное отношение к пробле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 соблюдения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морально-этических норм в пред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принимательстве.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Оценива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возможности своего участия в предприниматель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ской деятельности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Различат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номинальные и реальные доходы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граждан.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Показыва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влияние инфляции на реальные доходы и уро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вень жизни населения.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Называт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 и  иллюстрировать  примерами формы сбереже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ний граждан.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связь семейной экономики с ин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фляционными процессами в стране.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способы использования сбережений своей се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ьи с точки зрения экономической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рациональности.</w:t>
            </w:r>
          </w:p>
          <w:p w:rsidR="004A329C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роль банков в сохранении и приумноже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нии доходов населения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реальные связи между участниками междуна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родных экономических отношений.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Характе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ризовать  причины  формирования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мирового хозяйства.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изовать  влияние  международной торговли на раз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витие мирового хозяйства.</w:t>
            </w:r>
          </w:p>
          <w:p w:rsidR="004A329C" w:rsidRPr="00FC7502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Объясня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и конкретизировать примерами 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направления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нешнеторговой политики государ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ства.</w:t>
            </w:r>
          </w:p>
          <w:p w:rsidR="004A329C" w:rsidRPr="00787EBF" w:rsidRDefault="004A329C" w:rsidP="00FC75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Раскрывать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смысл понятия «обменный ва</w:t>
            </w:r>
            <w:r w:rsidRPr="00FC7502">
              <w:rPr>
                <w:rFonts w:ascii="Times New Roman" w:hAnsi="Times New Roman"/>
                <w:sz w:val="20"/>
                <w:szCs w:val="20"/>
                <w:lang w:eastAsia="ru-RU"/>
              </w:rPr>
              <w:t>лютный курс»</w:t>
            </w:r>
          </w:p>
        </w:tc>
      </w:tr>
      <w:tr w:rsidR="004A329C" w:rsidRPr="00B44CCD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787EBF" w:rsidRDefault="004A329C" w:rsidP="00897211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445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787EB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787EBF" w:rsidRDefault="004A329C" w:rsidP="00445F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A329C" w:rsidRDefault="004A329C" w:rsidP="007605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CF0C1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770E4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701"/>
        <w:gridCol w:w="709"/>
        <w:gridCol w:w="709"/>
        <w:gridCol w:w="6237"/>
      </w:tblGrid>
      <w:tr w:rsidR="004A329C" w:rsidRPr="00B44CCD" w:rsidTr="00FB47FB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Разделы, темы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6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Основные виды учебной деятельности (УУД)</w:t>
            </w:r>
          </w:p>
        </w:tc>
      </w:tr>
      <w:tr w:rsidR="004A329C" w:rsidRPr="00B44CCD" w:rsidTr="00FB47FB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Примерная программа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2871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  <w:t xml:space="preserve">Рабочая </w:t>
            </w:r>
            <w:r w:rsidRPr="0097287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программа </w:t>
            </w:r>
          </w:p>
        </w:tc>
        <w:tc>
          <w:tcPr>
            <w:tcW w:w="6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4A329C" w:rsidRPr="00B44CCD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897211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124785" w:rsidRDefault="004A329C" w:rsidP="00576A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4CCD">
              <w:rPr>
                <w:rFonts w:ascii="Times New Roman" w:hAnsi="Times New Roman"/>
                <w:sz w:val="20"/>
                <w:szCs w:val="20"/>
              </w:rPr>
              <w:t xml:space="preserve">Тема 1. </w:t>
            </w:r>
            <w:r w:rsidRPr="0012478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Политическая сфера жизни общества</w:t>
            </w:r>
          </w:p>
          <w:p w:rsidR="004A329C" w:rsidRPr="00B44CCD" w:rsidRDefault="004A329C" w:rsidP="00A533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B44CCD" w:rsidRDefault="004A329C" w:rsidP="006C1AF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овать власть и политику как со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циальные явления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 признаки суверенитета.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Различать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формы правления и государствен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ного устройства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Сопоставл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ять различные типы политических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режимов.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раскрывать основные принципы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демократического устройства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 принципы правового государства.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 разделение властей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Анализиро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влияние политических отно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шений на судьбы людей.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Проиллюс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трировать основные идеи темы на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примерах из ист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ории, современных событий, лич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ного социального опыта.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Описыват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ь различные формы участия граж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данина в политической жизни.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Обосновыв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ать ценность и значимость граж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данской активности.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Приводить примеры гражданственности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Назвать признаки пол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итической партии и по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казать их на примере одной из партий РФ.</w:t>
            </w:r>
          </w:p>
          <w:p w:rsidR="004A329C" w:rsidRPr="00972871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изовать проявления многопартий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897211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124785" w:rsidRDefault="004A329C" w:rsidP="00576A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Тема 2. </w:t>
            </w:r>
            <w:r w:rsidRPr="0012478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Гражданин и государство</w:t>
            </w:r>
          </w:p>
          <w:p w:rsidR="004A329C" w:rsidRPr="00972871" w:rsidRDefault="004A329C" w:rsidP="00C866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Называть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правоохранительные ор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ганы РФ.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Различать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сферы деятельности правоохрани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тельных органов и судебной системы.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Приводить примеры деятельности правоо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хра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нительных органов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зовать Конституцию РФ как закон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высшей юридической силы.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Приводить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конкретные примеры с опорой на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текст Констит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уции РФ, подтверждающие её выс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шую юридическую силу.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 главные задачи Конституции.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Объяснять, какие принци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 правового госу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дарства отражены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статьях 2, 10, 15, 17, 18 Кон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ституции РФ.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изовать  принципы  федерального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устройства РФ.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Проводить 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азличия между статусом человека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и статусом гражданина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 смысл понятия «права человека».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Объяснять,  п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очему  Всеобщая  декларация 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прав человек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 не является юридическим доку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ментом.</w:t>
            </w:r>
          </w:p>
          <w:p w:rsidR="004A329C" w:rsidRPr="00972871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ировать права и свободы (приво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дить примеры различных групп прав)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897211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124785" w:rsidRDefault="004A329C" w:rsidP="00576A4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Тема 3. </w:t>
            </w:r>
            <w:r w:rsidRPr="00124785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Основы российского законодательства</w:t>
            </w:r>
          </w:p>
          <w:p w:rsidR="004A329C" w:rsidRDefault="004A329C" w:rsidP="00C866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Объяснять,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почему закон является норматив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ным актом высшей юридической силы.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Сопоставля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 позитивное  и  естественное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право.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 осно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вные элементы систе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мы российского законодательства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Раскрыв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ать смысл понятия «правоотноше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ния», показыва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на примерах отличия правоот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ношений от других видов социальных отношений.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Раскрыв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ать смысл понятий «субъективные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юридические права» и «юридические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обязанности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участников правоотношений».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ь причины субъективности прав и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юридического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закрепления обязанностей участ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ников правоотношений.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особенности возникновения пра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воспособности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дееспособности у физических и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юридических лиц.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 причины этих различий.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 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снования возникновения правоот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ношений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Различа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правонарушение и правомерное 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поведение.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Называть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основные виды и признаки право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нарушений.</w:t>
            </w:r>
          </w:p>
          <w:p w:rsidR="004A329C" w:rsidRPr="00A30DF0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овать  юридическую  ответствен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ность в качеств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 критерия правомерного поведе</w:t>
            </w: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ния.</w:t>
            </w:r>
          </w:p>
          <w:p w:rsidR="004A329C" w:rsidRDefault="004A329C" w:rsidP="00A30D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30DF0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 смысл презумпции невиновности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изовать особенности гражданских 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правовых отношений.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Называть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виды и приводить примеры граж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данских договоров.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ть особенности гражданской дее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способности несовершеннолетних.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Находить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извлекать информацию о правах 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потребителя, предусмотренных законом РФ.</w:t>
            </w:r>
          </w:p>
          <w:p w:rsidR="004A329C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ть на примерах меры защиты прав 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потребителей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Характеризовать  особенности  уголовного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права и угол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овно-правовых отношений. Указы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вать объекты уголовно-правовых отношений.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Перечис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лять важнейшие признаки престу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пления.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Отличать необходимую оборону от самосуда.</w:t>
            </w:r>
          </w:p>
          <w:p w:rsidR="004A329C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Характеризо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вать специфику уголовной ответ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ственности несовершеннолетних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Указывать 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етоды и средства ведения войны, 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которые запрещены.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Объяснять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международного гумани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тарного права.</w:t>
            </w:r>
          </w:p>
          <w:p w:rsidR="004A329C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Раскрывать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смысл понятия «военное престу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пление»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Объяснять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смысл понятия «право на образо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вание».</w:t>
            </w:r>
          </w:p>
          <w:p w:rsidR="004A329C" w:rsidRPr="002442F5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Различать право на образование примен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тельно к основной и полной средней школе.</w:t>
            </w:r>
          </w:p>
          <w:p w:rsidR="004A329C" w:rsidRPr="00972871" w:rsidRDefault="004A329C" w:rsidP="002442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Объяснять в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заимосвязь права на образование </w:t>
            </w:r>
            <w:r w:rsidRPr="002442F5">
              <w:rPr>
                <w:rFonts w:ascii="Times New Roman" w:hAnsi="Times New Roman"/>
                <w:sz w:val="20"/>
                <w:szCs w:val="20"/>
                <w:lang w:eastAsia="ru-RU"/>
              </w:rPr>
              <w:t>и обязанности получить образование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4A329C" w:rsidRPr="00B44CCD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A329C" w:rsidRPr="00972871" w:rsidRDefault="004A329C" w:rsidP="00897211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445FF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7287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445FF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329C" w:rsidRPr="00972871" w:rsidRDefault="004A329C" w:rsidP="00445F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4A329C" w:rsidRDefault="004A329C" w:rsidP="007605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329C" w:rsidRPr="005770E4" w:rsidRDefault="004A329C" w:rsidP="003266A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bookmarkEnd w:id="1"/>
    <w:tbl>
      <w:tblPr>
        <w:tblpPr w:leftFromText="180" w:rightFromText="180" w:vertAnchor="text" w:horzAnchor="margin" w:tblpXSpec="center" w:tblpY="153"/>
        <w:tblW w:w="9606" w:type="dxa"/>
        <w:tblLook w:val="00A0"/>
      </w:tblPr>
      <w:tblGrid>
        <w:gridCol w:w="3794"/>
        <w:gridCol w:w="1701"/>
        <w:gridCol w:w="4111"/>
      </w:tblGrid>
      <w:tr w:rsidR="004A329C" w:rsidRPr="00B44CCD" w:rsidTr="00CF0C13">
        <w:trPr>
          <w:trHeight w:val="2397"/>
        </w:trPr>
        <w:tc>
          <w:tcPr>
            <w:tcW w:w="3794" w:type="dxa"/>
          </w:tcPr>
          <w:p w:rsidR="004A329C" w:rsidRPr="005770E4" w:rsidRDefault="004A329C" w:rsidP="005770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eastAsia="ru-RU"/>
              </w:rPr>
            </w:pP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Протокол заседания методического объединения учителей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гуманитарного цикла СОШ № 2</w:t>
            </w:r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августа 2019</w:t>
            </w:r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года № 1 </w:t>
            </w: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 И.В. Гусеин</w:t>
            </w: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329C" w:rsidRPr="005770E4" w:rsidRDefault="004A329C" w:rsidP="00C84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01" w:type="dxa"/>
          </w:tcPr>
          <w:p w:rsidR="004A329C" w:rsidRPr="005770E4" w:rsidRDefault="004A329C" w:rsidP="00C84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4A329C" w:rsidRPr="005770E4" w:rsidRDefault="004A329C" w:rsidP="005770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</w:t>
            </w:r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 </w:t>
            </w: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 Н.Н. Кузнецова</w:t>
            </w:r>
          </w:p>
          <w:p w:rsidR="004A329C" w:rsidRPr="005770E4" w:rsidRDefault="004A329C" w:rsidP="00C84F89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A329C" w:rsidRPr="005770E4" w:rsidRDefault="004A329C" w:rsidP="00164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августа</w:t>
            </w:r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  <w:bookmarkStart w:id="2" w:name="_GoBack"/>
            <w:bookmarkEnd w:id="2"/>
            <w:r w:rsidRPr="005770E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4A329C" w:rsidRPr="005770E4" w:rsidRDefault="004A329C" w:rsidP="00A90357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sectPr w:rsidR="004A329C" w:rsidRPr="005770E4" w:rsidSect="00950E14">
      <w:footerReference w:type="default" r:id="rId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29C" w:rsidRDefault="004A329C" w:rsidP="00950E14">
      <w:pPr>
        <w:spacing w:after="0" w:line="240" w:lineRule="auto"/>
      </w:pPr>
      <w:r>
        <w:separator/>
      </w:r>
    </w:p>
  </w:endnote>
  <w:endnote w:type="continuationSeparator" w:id="0">
    <w:p w:rsidR="004A329C" w:rsidRDefault="004A329C" w:rsidP="0095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29C" w:rsidRDefault="004A329C">
    <w:pPr>
      <w:pStyle w:val="Footer"/>
      <w:jc w:val="center"/>
    </w:pPr>
    <w:fldSimple w:instr="PAGE   \* MERGEFORMAT">
      <w:r>
        <w:rPr>
          <w:noProof/>
        </w:rPr>
        <w:t>18</w:t>
      </w:r>
    </w:fldSimple>
  </w:p>
  <w:p w:rsidR="004A329C" w:rsidRDefault="004A32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29C" w:rsidRDefault="004A329C" w:rsidP="00950E14">
      <w:pPr>
        <w:spacing w:after="0" w:line="240" w:lineRule="auto"/>
      </w:pPr>
      <w:r>
        <w:separator/>
      </w:r>
    </w:p>
  </w:footnote>
  <w:footnote w:type="continuationSeparator" w:id="0">
    <w:p w:rsidR="004A329C" w:rsidRDefault="004A329C" w:rsidP="00950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34B74"/>
    <w:multiLevelType w:val="hybridMultilevel"/>
    <w:tmpl w:val="AC1ADED0"/>
    <w:lvl w:ilvl="0" w:tplc="3FA8A0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3336B45"/>
    <w:multiLevelType w:val="hybridMultilevel"/>
    <w:tmpl w:val="5B3475D0"/>
    <w:lvl w:ilvl="0" w:tplc="2910A2C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6A773AF"/>
    <w:multiLevelType w:val="hybridMultilevel"/>
    <w:tmpl w:val="AFB438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8230E7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A4391E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402177"/>
    <w:multiLevelType w:val="multilevel"/>
    <w:tmpl w:val="E73A568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647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44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52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2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32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04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127" w:hanging="1800"/>
      </w:pPr>
      <w:rPr>
        <w:rFonts w:cs="Times New Roman" w:hint="default"/>
      </w:rPr>
    </w:lvl>
  </w:abstractNum>
  <w:abstractNum w:abstractNumId="7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D0B8B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44335E"/>
    <w:multiLevelType w:val="hybridMultilevel"/>
    <w:tmpl w:val="09DA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F38B4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0959EA"/>
    <w:multiLevelType w:val="hybridMultilevel"/>
    <w:tmpl w:val="7B3C269C"/>
    <w:lvl w:ilvl="0" w:tplc="B4E446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2525B7B"/>
    <w:multiLevelType w:val="hybridMultilevel"/>
    <w:tmpl w:val="CDA8383E"/>
    <w:lvl w:ilvl="0" w:tplc="41D28C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98C0F15"/>
    <w:multiLevelType w:val="hybridMultilevel"/>
    <w:tmpl w:val="E6D41096"/>
    <w:lvl w:ilvl="0" w:tplc="10025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E954B4D"/>
    <w:multiLevelType w:val="multilevel"/>
    <w:tmpl w:val="96BAE3C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cs="Times New Roman" w:hint="default"/>
      </w:rPr>
    </w:lvl>
  </w:abstractNum>
  <w:abstractNum w:abstractNumId="18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552B75"/>
    <w:multiLevelType w:val="hybridMultilevel"/>
    <w:tmpl w:val="C794F148"/>
    <w:lvl w:ilvl="0" w:tplc="229410C6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20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486CEF"/>
    <w:multiLevelType w:val="hybridMultilevel"/>
    <w:tmpl w:val="6E6A52FE"/>
    <w:lvl w:ilvl="0" w:tplc="D92625FA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2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1D0812"/>
    <w:multiLevelType w:val="hybridMultilevel"/>
    <w:tmpl w:val="6CD6D2F6"/>
    <w:lvl w:ilvl="0" w:tplc="FF4E05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463E4A"/>
    <w:multiLevelType w:val="hybridMultilevel"/>
    <w:tmpl w:val="D08C0A5E"/>
    <w:lvl w:ilvl="0" w:tplc="5C7A069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ED6D55"/>
    <w:multiLevelType w:val="hybridMultilevel"/>
    <w:tmpl w:val="77E2BD9A"/>
    <w:lvl w:ilvl="0" w:tplc="1C74FA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52596F4D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A425C23"/>
    <w:multiLevelType w:val="hybridMultilevel"/>
    <w:tmpl w:val="E5487C72"/>
    <w:lvl w:ilvl="0" w:tplc="901294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D5D3B"/>
    <w:multiLevelType w:val="hybridMultilevel"/>
    <w:tmpl w:val="436011B8"/>
    <w:lvl w:ilvl="0" w:tplc="F4004E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655E02D8"/>
    <w:multiLevelType w:val="hybridMultilevel"/>
    <w:tmpl w:val="2A4E4F68"/>
    <w:lvl w:ilvl="0" w:tplc="8FDC740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683E6C64"/>
    <w:multiLevelType w:val="hybridMultilevel"/>
    <w:tmpl w:val="14509ADA"/>
    <w:lvl w:ilvl="0" w:tplc="90BABB3A">
      <w:start w:val="5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692B7675"/>
    <w:multiLevelType w:val="hybridMultilevel"/>
    <w:tmpl w:val="2C841176"/>
    <w:lvl w:ilvl="0" w:tplc="B0BC8D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AF0D2D"/>
    <w:multiLevelType w:val="multilevel"/>
    <w:tmpl w:val="8D04592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cs="Times New Roman" w:hint="default"/>
      </w:rPr>
    </w:lvl>
  </w:abstractNum>
  <w:abstractNum w:abstractNumId="42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0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3"/>
  </w:num>
  <w:num w:numId="9">
    <w:abstractNumId w:val="42"/>
  </w:num>
  <w:num w:numId="10">
    <w:abstractNumId w:val="38"/>
  </w:num>
  <w:num w:numId="11">
    <w:abstractNumId w:val="20"/>
  </w:num>
  <w:num w:numId="12">
    <w:abstractNumId w:val="8"/>
  </w:num>
  <w:num w:numId="13">
    <w:abstractNumId w:val="32"/>
  </w:num>
  <w:num w:numId="14">
    <w:abstractNumId w:val="11"/>
  </w:num>
  <w:num w:numId="15">
    <w:abstractNumId w:val="7"/>
  </w:num>
  <w:num w:numId="16">
    <w:abstractNumId w:val="40"/>
  </w:num>
  <w:num w:numId="17">
    <w:abstractNumId w:val="22"/>
  </w:num>
  <w:num w:numId="18">
    <w:abstractNumId w:val="28"/>
  </w:num>
  <w:num w:numId="19">
    <w:abstractNumId w:val="26"/>
  </w:num>
  <w:num w:numId="20">
    <w:abstractNumId w:val="18"/>
  </w:num>
  <w:num w:numId="21">
    <w:abstractNumId w:val="39"/>
  </w:num>
  <w:num w:numId="22">
    <w:abstractNumId w:val="0"/>
  </w:num>
  <w:num w:numId="23">
    <w:abstractNumId w:val="24"/>
  </w:num>
  <w:num w:numId="24">
    <w:abstractNumId w:val="25"/>
  </w:num>
  <w:num w:numId="25">
    <w:abstractNumId w:val="13"/>
  </w:num>
  <w:num w:numId="26">
    <w:abstractNumId w:val="41"/>
  </w:num>
  <w:num w:numId="27">
    <w:abstractNumId w:val="36"/>
  </w:num>
  <w:num w:numId="28">
    <w:abstractNumId w:val="17"/>
  </w:num>
  <w:num w:numId="29">
    <w:abstractNumId w:val="35"/>
  </w:num>
  <w:num w:numId="30">
    <w:abstractNumId w:val="23"/>
  </w:num>
  <w:num w:numId="31">
    <w:abstractNumId w:val="31"/>
  </w:num>
  <w:num w:numId="32">
    <w:abstractNumId w:val="1"/>
  </w:num>
  <w:num w:numId="33">
    <w:abstractNumId w:val="34"/>
  </w:num>
  <w:num w:numId="34">
    <w:abstractNumId w:val="15"/>
  </w:num>
  <w:num w:numId="35">
    <w:abstractNumId w:val="27"/>
  </w:num>
  <w:num w:numId="36">
    <w:abstractNumId w:val="2"/>
  </w:num>
  <w:num w:numId="37">
    <w:abstractNumId w:val="14"/>
  </w:num>
  <w:num w:numId="38">
    <w:abstractNumId w:val="29"/>
  </w:num>
  <w:num w:numId="39">
    <w:abstractNumId w:val="10"/>
  </w:num>
  <w:num w:numId="40">
    <w:abstractNumId w:val="19"/>
  </w:num>
  <w:num w:numId="41">
    <w:abstractNumId w:val="37"/>
  </w:num>
  <w:num w:numId="42">
    <w:abstractNumId w:val="21"/>
  </w:num>
  <w:num w:numId="43">
    <w:abstractNumId w:val="1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D95"/>
    <w:rsid w:val="00030ADE"/>
    <w:rsid w:val="000332EA"/>
    <w:rsid w:val="000356EC"/>
    <w:rsid w:val="00050EBE"/>
    <w:rsid w:val="00097ADC"/>
    <w:rsid w:val="000F1769"/>
    <w:rsid w:val="000F5889"/>
    <w:rsid w:val="00117024"/>
    <w:rsid w:val="00122B99"/>
    <w:rsid w:val="00124785"/>
    <w:rsid w:val="0013290E"/>
    <w:rsid w:val="00154CBA"/>
    <w:rsid w:val="001642C2"/>
    <w:rsid w:val="0017498F"/>
    <w:rsid w:val="001824BA"/>
    <w:rsid w:val="001B42CE"/>
    <w:rsid w:val="001D57C5"/>
    <w:rsid w:val="001D5EDD"/>
    <w:rsid w:val="001E3224"/>
    <w:rsid w:val="001E34C4"/>
    <w:rsid w:val="0022310D"/>
    <w:rsid w:val="002245AA"/>
    <w:rsid w:val="002442F5"/>
    <w:rsid w:val="00252B20"/>
    <w:rsid w:val="00260261"/>
    <w:rsid w:val="002642F8"/>
    <w:rsid w:val="0027003F"/>
    <w:rsid w:val="002762A8"/>
    <w:rsid w:val="0027632B"/>
    <w:rsid w:val="0027763E"/>
    <w:rsid w:val="00277A60"/>
    <w:rsid w:val="00287837"/>
    <w:rsid w:val="00292CD1"/>
    <w:rsid w:val="002A6769"/>
    <w:rsid w:val="002C3C8D"/>
    <w:rsid w:val="002E2192"/>
    <w:rsid w:val="002E2A97"/>
    <w:rsid w:val="00305FCA"/>
    <w:rsid w:val="00306EC5"/>
    <w:rsid w:val="003266A1"/>
    <w:rsid w:val="003429B7"/>
    <w:rsid w:val="00343883"/>
    <w:rsid w:val="0034395C"/>
    <w:rsid w:val="00362940"/>
    <w:rsid w:val="00373A18"/>
    <w:rsid w:val="00392740"/>
    <w:rsid w:val="003A69F0"/>
    <w:rsid w:val="003B0A03"/>
    <w:rsid w:val="003B1660"/>
    <w:rsid w:val="003C5809"/>
    <w:rsid w:val="003D02AF"/>
    <w:rsid w:val="003D2118"/>
    <w:rsid w:val="003D4951"/>
    <w:rsid w:val="00436AA8"/>
    <w:rsid w:val="00445A8D"/>
    <w:rsid w:val="00445FFF"/>
    <w:rsid w:val="00453013"/>
    <w:rsid w:val="004535E7"/>
    <w:rsid w:val="004553D9"/>
    <w:rsid w:val="0046646D"/>
    <w:rsid w:val="004778DA"/>
    <w:rsid w:val="004865B4"/>
    <w:rsid w:val="00495E2C"/>
    <w:rsid w:val="004A0522"/>
    <w:rsid w:val="004A329C"/>
    <w:rsid w:val="004B0C64"/>
    <w:rsid w:val="004B0DD2"/>
    <w:rsid w:val="004C4DA2"/>
    <w:rsid w:val="004E2155"/>
    <w:rsid w:val="004E6912"/>
    <w:rsid w:val="004E7E2B"/>
    <w:rsid w:val="005130C0"/>
    <w:rsid w:val="005320D3"/>
    <w:rsid w:val="00533A42"/>
    <w:rsid w:val="005434D7"/>
    <w:rsid w:val="00543F99"/>
    <w:rsid w:val="0054675E"/>
    <w:rsid w:val="00576A43"/>
    <w:rsid w:val="005770E4"/>
    <w:rsid w:val="00596C24"/>
    <w:rsid w:val="005E6837"/>
    <w:rsid w:val="005F1213"/>
    <w:rsid w:val="005F39A1"/>
    <w:rsid w:val="005F521E"/>
    <w:rsid w:val="006146CB"/>
    <w:rsid w:val="0063326F"/>
    <w:rsid w:val="00633821"/>
    <w:rsid w:val="006420FD"/>
    <w:rsid w:val="006507D5"/>
    <w:rsid w:val="006568B3"/>
    <w:rsid w:val="00656C26"/>
    <w:rsid w:val="00657759"/>
    <w:rsid w:val="00677457"/>
    <w:rsid w:val="00683D0B"/>
    <w:rsid w:val="006A6C55"/>
    <w:rsid w:val="006C1AF6"/>
    <w:rsid w:val="006D23A7"/>
    <w:rsid w:val="006D395C"/>
    <w:rsid w:val="006D6DFE"/>
    <w:rsid w:val="006F1721"/>
    <w:rsid w:val="006F4BD6"/>
    <w:rsid w:val="0070457E"/>
    <w:rsid w:val="00707336"/>
    <w:rsid w:val="0073245A"/>
    <w:rsid w:val="007605DC"/>
    <w:rsid w:val="00774CC3"/>
    <w:rsid w:val="00787EBF"/>
    <w:rsid w:val="00796E40"/>
    <w:rsid w:val="007A0F9E"/>
    <w:rsid w:val="007B0F04"/>
    <w:rsid w:val="007B59A1"/>
    <w:rsid w:val="007C6AA9"/>
    <w:rsid w:val="007D46CC"/>
    <w:rsid w:val="008415D3"/>
    <w:rsid w:val="0085683A"/>
    <w:rsid w:val="00885970"/>
    <w:rsid w:val="00893BF3"/>
    <w:rsid w:val="00897211"/>
    <w:rsid w:val="008A0A4A"/>
    <w:rsid w:val="008A1437"/>
    <w:rsid w:val="008D2DF3"/>
    <w:rsid w:val="008F0216"/>
    <w:rsid w:val="008F4ECB"/>
    <w:rsid w:val="008F51C2"/>
    <w:rsid w:val="00916794"/>
    <w:rsid w:val="009373DE"/>
    <w:rsid w:val="00945B7A"/>
    <w:rsid w:val="00950E14"/>
    <w:rsid w:val="00967061"/>
    <w:rsid w:val="00971A88"/>
    <w:rsid w:val="00972871"/>
    <w:rsid w:val="00986B40"/>
    <w:rsid w:val="009A1B6D"/>
    <w:rsid w:val="009C2726"/>
    <w:rsid w:val="009E72DB"/>
    <w:rsid w:val="009F14AC"/>
    <w:rsid w:val="00A20FCB"/>
    <w:rsid w:val="00A30DF0"/>
    <w:rsid w:val="00A35821"/>
    <w:rsid w:val="00A53317"/>
    <w:rsid w:val="00A90357"/>
    <w:rsid w:val="00A95F7B"/>
    <w:rsid w:val="00AB1232"/>
    <w:rsid w:val="00AC3F3C"/>
    <w:rsid w:val="00AF3C7D"/>
    <w:rsid w:val="00AF512C"/>
    <w:rsid w:val="00AF5BEA"/>
    <w:rsid w:val="00B31294"/>
    <w:rsid w:val="00B44CCD"/>
    <w:rsid w:val="00B465C6"/>
    <w:rsid w:val="00B528C3"/>
    <w:rsid w:val="00B60C95"/>
    <w:rsid w:val="00B61FCC"/>
    <w:rsid w:val="00B70440"/>
    <w:rsid w:val="00B81376"/>
    <w:rsid w:val="00BB33D1"/>
    <w:rsid w:val="00BB5FE7"/>
    <w:rsid w:val="00BB6162"/>
    <w:rsid w:val="00BC3350"/>
    <w:rsid w:val="00BD5B84"/>
    <w:rsid w:val="00BE2503"/>
    <w:rsid w:val="00C05D81"/>
    <w:rsid w:val="00C126C2"/>
    <w:rsid w:val="00C178CC"/>
    <w:rsid w:val="00C233F0"/>
    <w:rsid w:val="00C561E5"/>
    <w:rsid w:val="00C61B28"/>
    <w:rsid w:val="00C84F89"/>
    <w:rsid w:val="00C86308"/>
    <w:rsid w:val="00C866B1"/>
    <w:rsid w:val="00CA6ECC"/>
    <w:rsid w:val="00CB45B4"/>
    <w:rsid w:val="00CB71C3"/>
    <w:rsid w:val="00CB7ACA"/>
    <w:rsid w:val="00CD04A0"/>
    <w:rsid w:val="00CF0C13"/>
    <w:rsid w:val="00CF1F5F"/>
    <w:rsid w:val="00CF508C"/>
    <w:rsid w:val="00D018F7"/>
    <w:rsid w:val="00D01A62"/>
    <w:rsid w:val="00D06D95"/>
    <w:rsid w:val="00D32C4F"/>
    <w:rsid w:val="00D4271D"/>
    <w:rsid w:val="00D61670"/>
    <w:rsid w:val="00D65E1B"/>
    <w:rsid w:val="00D7004E"/>
    <w:rsid w:val="00D80D9A"/>
    <w:rsid w:val="00DC1F45"/>
    <w:rsid w:val="00DC60DA"/>
    <w:rsid w:val="00DE0A82"/>
    <w:rsid w:val="00E05CE3"/>
    <w:rsid w:val="00E104F7"/>
    <w:rsid w:val="00E1073D"/>
    <w:rsid w:val="00E132E7"/>
    <w:rsid w:val="00E2208C"/>
    <w:rsid w:val="00E23769"/>
    <w:rsid w:val="00E2411B"/>
    <w:rsid w:val="00E77716"/>
    <w:rsid w:val="00E915FF"/>
    <w:rsid w:val="00EB116B"/>
    <w:rsid w:val="00EB195E"/>
    <w:rsid w:val="00ED3AF0"/>
    <w:rsid w:val="00EE0BFF"/>
    <w:rsid w:val="00F04CB3"/>
    <w:rsid w:val="00F30B4D"/>
    <w:rsid w:val="00F33451"/>
    <w:rsid w:val="00F41E04"/>
    <w:rsid w:val="00F434F3"/>
    <w:rsid w:val="00F83A01"/>
    <w:rsid w:val="00FB47FB"/>
    <w:rsid w:val="00FC0118"/>
    <w:rsid w:val="00FC7502"/>
    <w:rsid w:val="00FD0B53"/>
    <w:rsid w:val="00FD1DA8"/>
    <w:rsid w:val="00FE1047"/>
    <w:rsid w:val="00FF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DC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0F9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D23A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80D9A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A0F9E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D23A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80D9A"/>
    <w:rPr>
      <w:rFonts w:ascii="Cambria" w:hAnsi="Cambria" w:cs="Times New Roman"/>
      <w:color w:val="404040"/>
      <w:sz w:val="20"/>
      <w:szCs w:val="20"/>
    </w:rPr>
  </w:style>
  <w:style w:type="paragraph" w:customStyle="1" w:styleId="c9">
    <w:name w:val="c9"/>
    <w:basedOn w:val="Normal"/>
    <w:uiPriority w:val="99"/>
    <w:rsid w:val="005F12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DefaultParagraphFont"/>
    <w:uiPriority w:val="99"/>
    <w:rsid w:val="005F1213"/>
    <w:rPr>
      <w:rFonts w:cs="Times New Roman"/>
    </w:rPr>
  </w:style>
  <w:style w:type="paragraph" w:customStyle="1" w:styleId="c1">
    <w:name w:val="c1"/>
    <w:basedOn w:val="Normal"/>
    <w:uiPriority w:val="99"/>
    <w:rsid w:val="005F12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5F1213"/>
    <w:rPr>
      <w:rFonts w:cs="Times New Roman"/>
    </w:rPr>
  </w:style>
  <w:style w:type="character" w:customStyle="1" w:styleId="c0">
    <w:name w:val="c0"/>
    <w:basedOn w:val="DefaultParagraphFont"/>
    <w:uiPriority w:val="99"/>
    <w:rsid w:val="005F1213"/>
    <w:rPr>
      <w:rFonts w:cs="Times New Roman"/>
    </w:rPr>
  </w:style>
  <w:style w:type="character" w:customStyle="1" w:styleId="c20">
    <w:name w:val="c20"/>
    <w:basedOn w:val="DefaultParagraphFont"/>
    <w:uiPriority w:val="99"/>
    <w:rsid w:val="005F1213"/>
    <w:rPr>
      <w:rFonts w:cs="Times New Roman"/>
    </w:rPr>
  </w:style>
  <w:style w:type="character" w:customStyle="1" w:styleId="c2">
    <w:name w:val="c2"/>
    <w:basedOn w:val="DefaultParagraphFont"/>
    <w:uiPriority w:val="99"/>
    <w:rsid w:val="005F1213"/>
    <w:rPr>
      <w:rFonts w:cs="Times New Roman"/>
    </w:rPr>
  </w:style>
  <w:style w:type="paragraph" w:styleId="NoSpacing">
    <w:name w:val="No Spacing"/>
    <w:uiPriority w:val="99"/>
    <w:qFormat/>
    <w:rsid w:val="00C561E5"/>
    <w:rPr>
      <w:lang w:eastAsia="en-US"/>
    </w:rPr>
  </w:style>
  <w:style w:type="character" w:customStyle="1" w:styleId="60">
    <w:name w:val="Основной текст (60)_"/>
    <w:basedOn w:val="DefaultParagraphFont"/>
    <w:link w:val="600"/>
    <w:uiPriority w:val="99"/>
    <w:locked/>
    <w:rsid w:val="00C561E5"/>
    <w:rPr>
      <w:rFonts w:ascii="Times New Roman" w:hAnsi="Times New Roman" w:cs="Times New Roman"/>
      <w:b/>
      <w:bCs/>
      <w:spacing w:val="1"/>
      <w:sz w:val="19"/>
      <w:szCs w:val="19"/>
      <w:shd w:val="clear" w:color="auto" w:fill="FFFFFF"/>
    </w:rPr>
  </w:style>
  <w:style w:type="character" w:customStyle="1" w:styleId="600pt">
    <w:name w:val="Основной текст (60) + Интервал 0 pt"/>
    <w:basedOn w:val="60"/>
    <w:uiPriority w:val="99"/>
    <w:rsid w:val="00C561E5"/>
    <w:rPr>
      <w:color w:val="000000"/>
      <w:spacing w:val="0"/>
      <w:w w:val="100"/>
      <w:position w:val="0"/>
      <w:lang w:val="ru-RU"/>
    </w:rPr>
  </w:style>
  <w:style w:type="paragraph" w:customStyle="1" w:styleId="600">
    <w:name w:val="Основной текст (60)"/>
    <w:basedOn w:val="Normal"/>
    <w:link w:val="60"/>
    <w:uiPriority w:val="99"/>
    <w:rsid w:val="00C561E5"/>
    <w:pPr>
      <w:widowControl w:val="0"/>
      <w:shd w:val="clear" w:color="auto" w:fill="FFFFFF"/>
      <w:spacing w:after="0" w:line="187" w:lineRule="exact"/>
    </w:pPr>
    <w:rPr>
      <w:rFonts w:ascii="Times New Roman" w:eastAsia="Times New Roman" w:hAnsi="Times New Roman"/>
      <w:b/>
      <w:bCs/>
      <w:spacing w:val="1"/>
      <w:sz w:val="19"/>
      <w:szCs w:val="19"/>
    </w:rPr>
  </w:style>
  <w:style w:type="character" w:customStyle="1" w:styleId="42">
    <w:name w:val="Заголовок №4 (2)_"/>
    <w:basedOn w:val="DefaultParagraphFont"/>
    <w:link w:val="420"/>
    <w:uiPriority w:val="99"/>
    <w:locked/>
    <w:rsid w:val="00C561E5"/>
    <w:rPr>
      <w:rFonts w:ascii="Franklin Gothic Heavy" w:eastAsia="Times New Roman" w:hAnsi="Franklin Gothic Heavy" w:cs="Franklin Gothic Heavy"/>
      <w:spacing w:val="10"/>
      <w:shd w:val="clear" w:color="auto" w:fill="FFFFFF"/>
    </w:rPr>
  </w:style>
  <w:style w:type="paragraph" w:customStyle="1" w:styleId="420">
    <w:name w:val="Заголовок №4 (2)"/>
    <w:basedOn w:val="Normal"/>
    <w:link w:val="42"/>
    <w:uiPriority w:val="99"/>
    <w:rsid w:val="00C561E5"/>
    <w:pPr>
      <w:widowControl w:val="0"/>
      <w:shd w:val="clear" w:color="auto" w:fill="FFFFFF"/>
      <w:spacing w:after="0" w:line="240" w:lineRule="atLeast"/>
      <w:ind w:hanging="900"/>
      <w:outlineLvl w:val="3"/>
    </w:pPr>
    <w:rPr>
      <w:rFonts w:ascii="Franklin Gothic Heavy" w:hAnsi="Franklin Gothic Heavy" w:cs="Franklin Gothic Heavy"/>
      <w:spacing w:val="10"/>
    </w:rPr>
  </w:style>
  <w:style w:type="character" w:customStyle="1" w:styleId="6010pt">
    <w:name w:val="Основной текст (60) + 10 pt"/>
    <w:aliases w:val="Курсив,Интервал 0 pt"/>
    <w:basedOn w:val="60"/>
    <w:uiPriority w:val="99"/>
    <w:rsid w:val="00C561E5"/>
    <w:rPr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600pt">
    <w:name w:val="Основной текст (160) + Интервал 0 pt"/>
    <w:basedOn w:val="DefaultParagraphFont"/>
    <w:uiPriority w:val="99"/>
    <w:rsid w:val="00C561E5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629">
    <w:name w:val="Основной текст (162) + 9"/>
    <w:aliases w:val="5 pt,Не курсив"/>
    <w:basedOn w:val="DefaultParagraphFont"/>
    <w:uiPriority w:val="99"/>
    <w:rsid w:val="00C561E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ListParagraph">
    <w:name w:val="List Paragraph"/>
    <w:basedOn w:val="Normal"/>
    <w:uiPriority w:val="99"/>
    <w:qFormat/>
    <w:rsid w:val="005320D3"/>
    <w:pPr>
      <w:ind w:left="720"/>
      <w:contextualSpacing/>
    </w:pPr>
  </w:style>
  <w:style w:type="table" w:styleId="TableGrid">
    <w:name w:val="Table Grid"/>
    <w:basedOn w:val="TableNormal"/>
    <w:uiPriority w:val="99"/>
    <w:rsid w:val="00030A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"/>
    <w:aliases w:val="Интервал 0 pt3"/>
    <w:basedOn w:val="DefaultParagraphFont"/>
    <w:uiPriority w:val="99"/>
    <w:rsid w:val="003B1660"/>
    <w:rPr>
      <w:rFonts w:ascii="Times New Roman" w:hAnsi="Times New Roman" w:cs="Times New Roman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Полужирный,Интервал 0 pt2"/>
    <w:basedOn w:val="DefaultParagraphFont"/>
    <w:uiPriority w:val="99"/>
    <w:rsid w:val="003B1660"/>
    <w:rPr>
      <w:rFonts w:ascii="Times New Roman" w:hAnsi="Times New Roman" w:cs="Times New Roman"/>
      <w:b/>
      <w:bCs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FranklinGothicHeavy">
    <w:name w:val="Основной текст + Franklin Gothic Heavy"/>
    <w:aliases w:val="7,5 pt1,Интервал 0 pt1"/>
    <w:basedOn w:val="DefaultParagraphFont"/>
    <w:uiPriority w:val="99"/>
    <w:rsid w:val="002C3C8D"/>
    <w:rPr>
      <w:rFonts w:ascii="Franklin Gothic Heavy" w:eastAsia="Times New Roman" w:hAnsi="Franklin Gothic Heavy" w:cs="Franklin Gothic Heavy"/>
      <w:color w:val="000000"/>
      <w:spacing w:val="5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3821"/>
    <w:rPr>
      <w:rFonts w:ascii="Times New Roman" w:hAnsi="Times New Roman" w:cs="Times New Roman"/>
      <w:spacing w:val="20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633821"/>
    <w:pPr>
      <w:widowControl w:val="0"/>
      <w:shd w:val="clear" w:color="auto" w:fill="FFFFFF"/>
      <w:spacing w:before="540" w:after="0" w:line="466" w:lineRule="exact"/>
      <w:jc w:val="both"/>
    </w:pPr>
    <w:rPr>
      <w:rFonts w:ascii="Times New Roman" w:hAnsi="Times New Roman"/>
      <w:spacing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9A1774"/>
    <w:rPr>
      <w:lang w:eastAsia="en-US"/>
    </w:rPr>
  </w:style>
  <w:style w:type="character" w:customStyle="1" w:styleId="a">
    <w:name w:val="Основной текст Знак"/>
    <w:basedOn w:val="DefaultParagraphFont"/>
    <w:uiPriority w:val="99"/>
    <w:semiHidden/>
    <w:rsid w:val="00633821"/>
    <w:rPr>
      <w:rFonts w:cs="Times New Roman"/>
    </w:rPr>
  </w:style>
  <w:style w:type="character" w:customStyle="1" w:styleId="BodytextItalic">
    <w:name w:val="Body text + Italic"/>
    <w:aliases w:val="Spacing 0 pt2"/>
    <w:basedOn w:val="BodyTextChar"/>
    <w:uiPriority w:val="99"/>
    <w:rsid w:val="00FD1DA8"/>
    <w:rPr>
      <w:i/>
      <w:iCs/>
      <w:spacing w:val="0"/>
      <w:u w:val="none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FD1DA8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FD1DA8"/>
    <w:pPr>
      <w:widowControl w:val="0"/>
      <w:shd w:val="clear" w:color="auto" w:fill="FFFFFF"/>
      <w:spacing w:after="0" w:line="475" w:lineRule="exact"/>
      <w:jc w:val="both"/>
    </w:pPr>
    <w:rPr>
      <w:rFonts w:ascii="Times New Roman" w:hAnsi="Times New Roman"/>
      <w:i/>
      <w:iCs/>
    </w:rPr>
  </w:style>
  <w:style w:type="character" w:customStyle="1" w:styleId="Bodytext5NotItalic">
    <w:name w:val="Body text (5) + Not Italic"/>
    <w:aliases w:val="Spacing 1 pt"/>
    <w:basedOn w:val="Bodytext5"/>
    <w:uiPriority w:val="99"/>
    <w:rsid w:val="00FD1DA8"/>
    <w:rPr>
      <w:spacing w:val="20"/>
      <w:u w:val="none"/>
    </w:rPr>
  </w:style>
  <w:style w:type="character" w:customStyle="1" w:styleId="Bodytext7">
    <w:name w:val="Body text (7)_"/>
    <w:basedOn w:val="DefaultParagraphFont"/>
    <w:link w:val="Bodytext70"/>
    <w:uiPriority w:val="99"/>
    <w:locked/>
    <w:rsid w:val="00FD1DA8"/>
    <w:rPr>
      <w:rFonts w:ascii="SimSun" w:eastAsia="SimSun" w:cs="SimSun"/>
      <w:noProof/>
      <w:sz w:val="18"/>
      <w:szCs w:val="18"/>
      <w:shd w:val="clear" w:color="auto" w:fill="FFFFFF"/>
    </w:rPr>
  </w:style>
  <w:style w:type="paragraph" w:customStyle="1" w:styleId="Bodytext70">
    <w:name w:val="Body text (7)"/>
    <w:basedOn w:val="Normal"/>
    <w:link w:val="Bodytext7"/>
    <w:uiPriority w:val="99"/>
    <w:rsid w:val="00FD1DA8"/>
    <w:pPr>
      <w:widowControl w:val="0"/>
      <w:shd w:val="clear" w:color="auto" w:fill="FFFFFF"/>
      <w:spacing w:after="60" w:line="240" w:lineRule="atLeast"/>
    </w:pPr>
    <w:rPr>
      <w:rFonts w:ascii="SimSun" w:eastAsia="SimSun" w:cs="SimSun"/>
      <w:noProof/>
      <w:sz w:val="18"/>
      <w:szCs w:val="18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F04CB3"/>
    <w:rPr>
      <w:rFonts w:ascii="Times New Roman" w:hAnsi="Times New Roman" w:cs="Times New Roman"/>
      <w:b/>
      <w:bCs/>
      <w:spacing w:val="20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F04CB3"/>
    <w:pPr>
      <w:widowControl w:val="0"/>
      <w:shd w:val="clear" w:color="auto" w:fill="FFFFFF"/>
      <w:spacing w:after="480" w:line="240" w:lineRule="atLeast"/>
      <w:jc w:val="center"/>
    </w:pPr>
    <w:rPr>
      <w:rFonts w:ascii="Times New Roman" w:hAnsi="Times New Roman"/>
      <w:b/>
      <w:bCs/>
      <w:spacing w:val="20"/>
    </w:rPr>
  </w:style>
  <w:style w:type="paragraph" w:styleId="Header">
    <w:name w:val="header"/>
    <w:basedOn w:val="Normal"/>
    <w:link w:val="HeaderChar"/>
    <w:uiPriority w:val="99"/>
    <w:rsid w:val="00950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50E1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50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50E14"/>
    <w:rPr>
      <w:rFonts w:cs="Times New Roman"/>
    </w:rPr>
  </w:style>
  <w:style w:type="character" w:customStyle="1" w:styleId="Bodytext2Spacing3pt">
    <w:name w:val="Body text (2) + Spacing 3 pt"/>
    <w:basedOn w:val="Bodytext2"/>
    <w:uiPriority w:val="99"/>
    <w:rsid w:val="00774CC3"/>
    <w:rPr>
      <w:spacing w:val="60"/>
      <w:u w:val="none"/>
    </w:rPr>
  </w:style>
  <w:style w:type="paragraph" w:customStyle="1" w:styleId="a0">
    <w:name w:val="Новый"/>
    <w:basedOn w:val="Normal"/>
    <w:uiPriority w:val="99"/>
    <w:rsid w:val="00F30B4D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ConsPlusNormal">
    <w:name w:val="ConsPlusNormal"/>
    <w:uiPriority w:val="99"/>
    <w:rsid w:val="00B3129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6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9EFE88C44E47EB2E07DDE71C47A1481C6D5D573835572F305E9Bj6n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714</TotalTime>
  <Pages>19</Pages>
  <Words>7165</Words>
  <Characters>-32766</Characters>
  <Application>Microsoft Office Outlook</Application>
  <DocSecurity>0</DocSecurity>
  <Lines>0</Lines>
  <Paragraphs>0</Paragraphs>
  <ScaleCrop>false</ScaleCrop>
  <Company>DNA Project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Hardcore/GiggityMan</dc:creator>
  <cp:keywords/>
  <dc:description/>
  <cp:lastModifiedBy>Наташа</cp:lastModifiedBy>
  <cp:revision>24</cp:revision>
  <cp:lastPrinted>2017-08-25T08:28:00Z</cp:lastPrinted>
  <dcterms:created xsi:type="dcterms:W3CDTF">2015-09-06T07:50:00Z</dcterms:created>
  <dcterms:modified xsi:type="dcterms:W3CDTF">2020-05-24T09:15:00Z</dcterms:modified>
</cp:coreProperties>
</file>